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44" w:rsidRPr="00D64544" w:rsidRDefault="00D64544" w:rsidP="00D64544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highlight w:val="white"/>
        </w:rPr>
      </w:pPr>
      <w:r w:rsidRPr="00D64544">
        <w:rPr>
          <w:rFonts w:ascii="Arial" w:hAnsi="Arial" w:cs="Arial"/>
          <w:b/>
          <w:sz w:val="24"/>
          <w:szCs w:val="24"/>
          <w:highlight w:val="white"/>
        </w:rPr>
        <w:t xml:space="preserve">Organisaatiotiedot HL7-sanomissa ja </w:t>
      </w:r>
      <w:r w:rsidR="00A947BD">
        <w:rPr>
          <w:rFonts w:ascii="Arial" w:hAnsi="Arial" w:cs="Arial"/>
          <w:b/>
          <w:sz w:val="24"/>
          <w:szCs w:val="24"/>
          <w:highlight w:val="white"/>
        </w:rPr>
        <w:t>-</w:t>
      </w:r>
      <w:r w:rsidRPr="00D64544">
        <w:rPr>
          <w:rFonts w:ascii="Arial" w:hAnsi="Arial" w:cs="Arial"/>
          <w:b/>
          <w:sz w:val="24"/>
          <w:szCs w:val="24"/>
          <w:highlight w:val="white"/>
        </w:rPr>
        <w:t>asiakirjoissa</w:t>
      </w: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SANOMA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Kontrollikehyksessä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on pakko ilmoittaa viestin lähettänyt organisaatio eli palvelunantaja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D64544" w:rsidRP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RCMR_IN000002FI01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receiver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Pr="003368C2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3368C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device</w:t>
      </w:r>
      <w:proofErr w:type="gramEnd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Pr="003368C2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TUOTANTOYMPÄRISTÖ, </w:t>
      </w:r>
      <w:proofErr w:type="spellStart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eResepti</w:t>
      </w:r>
      <w:proofErr w:type="spell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(</w:t>
      </w:r>
      <w:proofErr w:type="spellStart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eArkisto</w:t>
      </w:r>
      <w:proofErr w:type="spell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1.2.246.556.18.2) </w:t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D64544" w:rsidRPr="003368C2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</w:t>
      </w:r>
      <w:proofErr w:type="gramStart"/>
      <w:r w:rsidRPr="003368C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3368C2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368C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1.2.246.556.18.1</w:t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device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receiver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Palveluyksikkö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sender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device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D6454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1.2.246.10.2159250.10.1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device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sender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controlActProcess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authorOrPerformer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="00146DA9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Palvelunantaja</w:t>
      </w:r>
      <w:proofErr w:type="spellEnd"/>
      <w:r w:rsidR="00146DA9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BF49A7" w:rsidRDefault="00146DA9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D6454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1.2.246.10.2159250.10.0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BF49A7" w:rsidRP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VUOKRALAINEN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, PALVELUYKSIKKÖ&gt;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1.2.246.10.765432.10.1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:rsid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wholeOrganization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VUOKRALAINEN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, PALVELUANTAJA / TOIMINTAYKSIKKÖ&gt;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BF49A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BF49A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1.2.246.10.765432.10.0</w:t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BF49A7" w:rsidRP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146DA9" w:rsidRDefault="00146DA9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Palveluyksikkö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132557" w:rsidRDefault="00132557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146DA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organizationContains</w:t>
      </w:r>
      <w:proofErr w:type="spellEnd"/>
      <w:proofErr w:type="gramEnd"/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13255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D6454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1.2.246.10.2159250.10.</w:t>
      </w:r>
      <w:r w:rsidR="00146DA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subject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clinicalDocument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/ toimintayksikkö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1.2.246.10.2159250.10.0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:rsidR="00D64544" w:rsidRP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Itä</w:t>
      </w:r>
      <w:proofErr w:type="spellEnd"/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-Savon SHP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P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</w:p>
    <w:p w:rsidR="00D64544" w:rsidRP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proofErr w:type="gramStart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Jatkossa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palveluyksikkö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tiedolle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käytetään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MR-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sanomatyyppeihin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avattua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rakennetta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componentOf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/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encounterEvent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/ 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encounterPerformer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/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assignedPerson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/</w:t>
      </w:r>
      <w:proofErr w:type="spellStart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representedOrganization</w:t>
      </w:r>
      <w:proofErr w:type="spell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/id + name 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  </w:t>
      </w:r>
      <w:proofErr w:type="spellStart"/>
      <w:r>
        <w:rPr>
          <w:rFonts w:ascii="Arial" w:hAnsi="Arial" w:cs="Arial"/>
          <w:color w:val="808080"/>
          <w:sz w:val="20"/>
          <w:szCs w:val="20"/>
          <w:highlight w:val="white"/>
        </w:rPr>
        <w:t>representedOrganization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>/organizationContains/id</w:t>
      </w:r>
      <w:proofErr w:type="spell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–kenttään laitetaan ammattihenkilön palveluyksikkö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:rsidR="00D64544" w:rsidRP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proofErr w:type="gramStart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ASIAKIRJA, header </w:t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ClinicalDocument</w:t>
      </w:r>
      <w:proofErr w:type="spell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lastRenderedPageBreak/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C848EB" w:rsidRDefault="00C848EB" w:rsidP="00C848E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2450D5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PALVELUYKSIKKÖ = TOIMIPISTE </w:t>
      </w:r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BF49A7" w:rsidRPr="003368C2" w:rsidRDefault="00BF49A7" w:rsidP="00C848E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VUOKRALAISTAPAUKSESSA VUOKRALAISEN TIEDOT</w:t>
      </w:r>
      <w:r w:rsidRPr="002450D5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C848EB" w:rsidRPr="0043464A" w:rsidRDefault="00C848EB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851"/>
        <w:rPr>
          <w:rFonts w:ascii="Arial" w:hAnsi="Arial" w:cs="Arial"/>
          <w:color w:val="800000"/>
          <w:sz w:val="20"/>
          <w:szCs w:val="20"/>
          <w:highlight w:val="white"/>
          <w:lang w:val="en-US"/>
        </w:rPr>
      </w:pP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proofErr w:type="gramEnd"/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C848EB" w:rsidRPr="00BF49A7" w:rsidRDefault="00C848EB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8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</w:t>
      </w:r>
      <w:r w:rsidRPr="00BF49A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root</w:t>
      </w:r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="</w:t>
      </w:r>
      <w:r w:rsidR="006A3A83" w:rsidRPr="00BF49A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1.2.246.10.1536552.10.1</w:t>
      </w:r>
      <w:r w:rsidR="0043464A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/&gt;</w:t>
      </w:r>
    </w:p>
    <w:p w:rsidR="00C848EB" w:rsidRPr="0043464A" w:rsidRDefault="00C848EB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851"/>
        <w:rPr>
          <w:rFonts w:ascii="Arial" w:hAnsi="Arial" w:cs="Arial"/>
          <w:color w:val="800000"/>
          <w:sz w:val="20"/>
          <w:szCs w:val="20"/>
          <w:highlight w:val="white"/>
        </w:rPr>
      </w:pPr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C848EB" w:rsidRPr="0043464A" w:rsidRDefault="00C848EB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851"/>
        <w:rPr>
          <w:rFonts w:ascii="Arial" w:hAnsi="Arial" w:cs="Arial"/>
          <w:color w:val="800000"/>
          <w:sz w:val="20"/>
          <w:szCs w:val="20"/>
          <w:highlight w:val="white"/>
        </w:rPr>
      </w:pP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  <w:t>&lt;!</w:t>
      </w:r>
      <w:proofErr w:type="gramStart"/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 xml:space="preserve">-- </w:t>
      </w:r>
      <w:r w:rsidR="006A3A83" w:rsidRPr="0043464A">
        <w:rPr>
          <w:rFonts w:ascii="Arial" w:hAnsi="Arial" w:cs="Arial"/>
          <w:color w:val="808080"/>
          <w:sz w:val="20"/>
          <w:szCs w:val="20"/>
          <w:highlight w:val="white"/>
        </w:rPr>
        <w:t>PALVELUNANTAJA</w:t>
      </w:r>
      <w:proofErr w:type="gramEnd"/>
      <w:r w:rsidR="006A3A83" w:rsidRPr="0043464A">
        <w:rPr>
          <w:rFonts w:ascii="Arial" w:hAnsi="Arial" w:cs="Arial"/>
          <w:color w:val="808080"/>
          <w:sz w:val="20"/>
          <w:szCs w:val="20"/>
          <w:highlight w:val="white"/>
        </w:rPr>
        <w:t xml:space="preserve"> = </w:t>
      </w:r>
      <w:r w:rsidRPr="0043464A">
        <w:rPr>
          <w:rFonts w:ascii="Arial" w:hAnsi="Arial" w:cs="Arial"/>
          <w:color w:val="808080"/>
          <w:sz w:val="20"/>
          <w:szCs w:val="20"/>
          <w:highlight w:val="white"/>
        </w:rPr>
        <w:t>TOIMINTAYKSIKKÖ = PALVELUNTUOTTAJA</w:t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 xml:space="preserve"> </w:t>
      </w:r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BF49A7" w:rsidRPr="003368C2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VUOKRALAISTAPAUKSESSA VUOKRALAISEN TIEDOT</w:t>
      </w:r>
      <w:r w:rsidRPr="002450D5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C848EB" w:rsidRPr="0043464A" w:rsidRDefault="00C848EB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851"/>
        <w:rPr>
          <w:rFonts w:ascii="Arial" w:hAnsi="Arial" w:cs="Arial"/>
          <w:color w:val="800000"/>
          <w:sz w:val="20"/>
          <w:szCs w:val="20"/>
          <w:highlight w:val="white"/>
        </w:rPr>
      </w:pP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>wholeOrganization</w:t>
      </w:r>
      <w:proofErr w:type="spellEnd"/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C848EB" w:rsidRPr="0043464A" w:rsidRDefault="00C848EB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800000"/>
          <w:sz w:val="20"/>
          <w:szCs w:val="20"/>
          <w:highlight w:val="white"/>
        </w:rPr>
      </w:pP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 xml:space="preserve">id </w:t>
      </w:r>
      <w:r w:rsidRPr="006A3A83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>="</w:t>
      </w:r>
      <w:r w:rsidR="006A3A83">
        <w:rPr>
          <w:rFonts w:ascii="Arial" w:hAnsi="Arial" w:cs="Arial"/>
          <w:color w:val="000000"/>
          <w:sz w:val="20"/>
          <w:szCs w:val="20"/>
          <w:highlight w:val="white"/>
        </w:rPr>
        <w:t>1.2.246.10.1536552.10.</w:t>
      </w:r>
      <w:r w:rsidRPr="006A3A83">
        <w:rPr>
          <w:rFonts w:ascii="Arial" w:hAnsi="Arial" w:cs="Arial"/>
          <w:color w:val="000000"/>
          <w:sz w:val="20"/>
          <w:szCs w:val="20"/>
          <w:highlight w:val="white"/>
        </w:rPr>
        <w:t>0</w:t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>"</w:t>
      </w:r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/&gt;</w:t>
      </w: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:rsidR="00D64544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tapahtumahetki ja laatimispaikka</w:t>
      </w:r>
      <w:r w:rsidR="006A3A83">
        <w:rPr>
          <w:rFonts w:ascii="Arial" w:hAnsi="Arial" w:cs="Arial"/>
          <w:color w:val="808080"/>
          <w:sz w:val="20"/>
          <w:szCs w:val="20"/>
          <w:highlight w:val="white"/>
        </w:rPr>
        <w:t xml:space="preserve">, tietoa ei muuteta korjauksessa eikä </w:t>
      </w:r>
      <w:proofErr w:type="spellStart"/>
      <w:r w:rsidR="006A3A83">
        <w:rPr>
          <w:rFonts w:ascii="Arial" w:hAnsi="Arial" w:cs="Arial"/>
          <w:color w:val="808080"/>
          <w:sz w:val="20"/>
          <w:szCs w:val="20"/>
          <w:highlight w:val="white"/>
        </w:rPr>
        <w:t>mität</w:t>
      </w:r>
      <w:proofErr w:type="spellEnd"/>
      <w:r w:rsidR="0046579E">
        <w:rPr>
          <w:rFonts w:ascii="Arial" w:hAnsi="Arial" w:cs="Arial"/>
          <w:color w:val="808080"/>
          <w:sz w:val="20"/>
          <w:szCs w:val="20"/>
          <w:highlight w:val="white"/>
        </w:rPr>
        <w:t xml:space="preserve">.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D64544" w:rsidRPr="0043464A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componentOf</w:t>
      </w:r>
      <w:proofErr w:type="spellEnd"/>
      <w:proofErr w:type="gramEnd"/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Pr="0043464A" w:rsidRDefault="00D64544" w:rsidP="00D645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</w:t>
      </w:r>
      <w:proofErr w:type="spellStart"/>
      <w:proofErr w:type="gramStart"/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encompassingEncounter</w:t>
      </w:r>
      <w:proofErr w:type="spellEnd"/>
      <w:proofErr w:type="gramEnd"/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6A3A83" w:rsidRPr="0043464A" w:rsidRDefault="006A3A83" w:rsidP="006A3A8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567"/>
        <w:rPr>
          <w:rFonts w:ascii="Arial" w:hAnsi="Arial" w:cs="Arial"/>
          <w:color w:val="800000"/>
          <w:sz w:val="20"/>
          <w:szCs w:val="20"/>
          <w:highlight w:val="white"/>
          <w:lang w:val="en-US"/>
        </w:rPr>
      </w:pPr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proofErr w:type="gramStart"/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 xml:space="preserve"> </w:t>
      </w:r>
      <w:proofErr w:type="spellStart"/>
      <w:r w:rsidRPr="0043464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Laatimispaikka</w:t>
      </w:r>
      <w:proofErr w:type="spellEnd"/>
      <w:r w:rsidRPr="0043464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6A3A83" w:rsidRPr="0043464A" w:rsidRDefault="006A3A83" w:rsidP="006A3A8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567"/>
        <w:rPr>
          <w:rFonts w:ascii="Arial" w:hAnsi="Arial" w:cs="Arial"/>
          <w:color w:val="800000"/>
          <w:sz w:val="20"/>
          <w:szCs w:val="20"/>
          <w:highlight w:val="white"/>
          <w:lang w:val="en-US"/>
        </w:rPr>
      </w:pPr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00275F" w:themeColor="accent1" w:themeShade="BF"/>
          <w:sz w:val="20"/>
          <w:szCs w:val="20"/>
          <w:highlight w:val="white"/>
          <w:lang w:val="en-US"/>
        </w:rPr>
        <w:t>&lt;</w:t>
      </w:r>
      <w:proofErr w:type="gramStart"/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proofErr w:type="gramEnd"/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&gt;</w:t>
      </w:r>
    </w:p>
    <w:p w:rsidR="006A3A83" w:rsidRPr="0043464A" w:rsidRDefault="006A3A83" w:rsidP="006A3A8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567"/>
        <w:rPr>
          <w:rFonts w:ascii="Arial" w:hAnsi="Arial" w:cs="Arial"/>
          <w:color w:val="800000"/>
          <w:sz w:val="20"/>
          <w:szCs w:val="20"/>
          <w:highlight w:val="white"/>
          <w:lang w:val="en-US"/>
        </w:rPr>
      </w:pPr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3464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proofErr w:type="spellEnd"/>
      <w:proofErr w:type="gramEnd"/>
      <w:r w:rsidRPr="0043464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6A3A83" w:rsidRDefault="006A3A83" w:rsidP="006A3A8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43464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ab/>
      </w:r>
      <w:r w:rsidRPr="0043464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ab/>
      </w:r>
      <w:proofErr w:type="gramStart"/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146DA9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PALVELUYKSIKKÖ = TOIMIPISTE </w:t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BF49A7" w:rsidRPr="003368C2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VUOKRALAISTAPAUKSESSA VUOKRA</w:t>
      </w:r>
      <w:r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NANTAJAN </w:t>
      </w:r>
      <w:r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TIEDOT</w:t>
      </w:r>
      <w:r w:rsidRPr="002450D5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6A3A83" w:rsidRPr="00BF49A7" w:rsidRDefault="006A3A83" w:rsidP="006A3A8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567"/>
        <w:rPr>
          <w:rFonts w:ascii="Arial" w:hAnsi="Arial" w:cs="Arial"/>
          <w:color w:val="800000"/>
          <w:sz w:val="20"/>
          <w:szCs w:val="20"/>
          <w:highlight w:val="white"/>
        </w:rPr>
      </w:pPr>
      <w:r w:rsidRPr="00146DA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>&lt;id root="</w:t>
      </w:r>
      <w:r w:rsidRPr="00BF49A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>"</w:t>
      </w:r>
      <w:r w:rsidRPr="00BF49A7">
        <w:rPr>
          <w:rFonts w:ascii="Arial" w:hAnsi="Arial" w:cs="Arial"/>
          <w:color w:val="0000FF"/>
          <w:sz w:val="20"/>
          <w:szCs w:val="20"/>
          <w:highlight w:val="white"/>
        </w:rPr>
        <w:t>/&gt;</w:t>
      </w:r>
    </w:p>
    <w:p w:rsidR="006A3A83" w:rsidRPr="00BF49A7" w:rsidRDefault="006A3A83" w:rsidP="006A3A8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567"/>
        <w:rPr>
          <w:rFonts w:ascii="Arial" w:hAnsi="Arial" w:cs="Arial"/>
          <w:color w:val="800000"/>
          <w:sz w:val="20"/>
          <w:szCs w:val="20"/>
          <w:highlight w:val="white"/>
        </w:rPr>
      </w:pPr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BF49A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6A3A83" w:rsidRPr="00BF49A7" w:rsidRDefault="006A3A83" w:rsidP="006A3A8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567"/>
        <w:rPr>
          <w:rFonts w:ascii="Arial" w:hAnsi="Arial" w:cs="Arial"/>
          <w:color w:val="800000"/>
          <w:sz w:val="20"/>
          <w:szCs w:val="20"/>
          <w:highlight w:val="white"/>
        </w:rPr>
      </w:pPr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BF49A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6A3A83" w:rsidRPr="00BF49A7" w:rsidRDefault="006A3A83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851"/>
        <w:rPr>
          <w:rFonts w:ascii="Arial" w:hAnsi="Arial" w:cs="Arial"/>
          <w:color w:val="0000FF"/>
          <w:sz w:val="20"/>
          <w:szCs w:val="20"/>
          <w:highlight w:val="white"/>
        </w:rPr>
      </w:pPr>
      <w:r w:rsidRPr="00BF49A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 w:rsidRPr="00BF49A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6A3A83" w:rsidRDefault="006A3A83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851"/>
        <w:rPr>
          <w:rFonts w:ascii="Arial" w:hAnsi="Arial" w:cs="Arial"/>
          <w:color w:val="0000FF"/>
          <w:sz w:val="20"/>
          <w:szCs w:val="20"/>
          <w:highlight w:val="white"/>
        </w:rPr>
      </w:pPr>
      <w:r w:rsidRPr="00BF49A7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 xml:space="preserve"> </w:t>
      </w:r>
      <w:r w:rsidRPr="006A3A83">
        <w:rPr>
          <w:rFonts w:ascii="Arial" w:hAnsi="Arial" w:cs="Arial"/>
          <w:color w:val="808080"/>
          <w:sz w:val="20"/>
          <w:szCs w:val="20"/>
          <w:highlight w:val="white"/>
        </w:rPr>
        <w:t>PALVELUNANTAJA</w:t>
      </w:r>
      <w:proofErr w:type="gramEnd"/>
      <w:r w:rsidRPr="006A3A83">
        <w:rPr>
          <w:rFonts w:ascii="Arial" w:hAnsi="Arial" w:cs="Arial"/>
          <w:color w:val="808080"/>
          <w:sz w:val="20"/>
          <w:szCs w:val="20"/>
          <w:highlight w:val="white"/>
        </w:rPr>
        <w:t xml:space="preserve"> = TOIMINTAYKSIKKÖ = P</w:t>
      </w:r>
      <w:r w:rsidR="00BF49A7">
        <w:rPr>
          <w:rFonts w:ascii="Arial" w:hAnsi="Arial" w:cs="Arial"/>
          <w:color w:val="808080"/>
          <w:sz w:val="20"/>
          <w:szCs w:val="20"/>
          <w:highlight w:val="white"/>
        </w:rPr>
        <w:t>ALVELUNTUOTTAJA,</w:t>
      </w: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 xml:space="preserve"> </w:t>
      </w:r>
      <w:r w:rsidRPr="0046579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BF49A7" w:rsidRPr="00BF49A7" w:rsidRDefault="00BF49A7" w:rsidP="00BF49A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proofErr w:type="gramStart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VUOKRALAISTAPAUKSESSA VUOKRANANTAJAN TIEDOT</w:t>
      </w:r>
      <w:r w:rsidRPr="002450D5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6A3A83" w:rsidRPr="00BF49A7" w:rsidRDefault="006A3A83" w:rsidP="0043464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ind w:left="851"/>
        <w:rPr>
          <w:rFonts w:ascii="Arial" w:hAnsi="Arial" w:cs="Arial"/>
          <w:color w:val="800000"/>
          <w:sz w:val="20"/>
          <w:szCs w:val="20"/>
          <w:highlight w:val="white"/>
          <w:lang w:val="en-US"/>
        </w:rPr>
      </w:pPr>
      <w:r w:rsidRPr="0043464A">
        <w:rPr>
          <w:rFonts w:ascii="Arial" w:hAnsi="Arial" w:cs="Arial"/>
          <w:color w:val="800000"/>
          <w:sz w:val="20"/>
          <w:szCs w:val="20"/>
          <w:highlight w:val="white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root="</w:t>
      </w:r>
      <w:r w:rsidRPr="00BF49A7">
        <w:rPr>
          <w:rFonts w:ascii="Arial" w:hAnsi="Arial" w:cs="Arial"/>
          <w:sz w:val="20"/>
          <w:szCs w:val="20"/>
          <w:highlight w:val="white"/>
          <w:lang w:val="en-US"/>
        </w:rPr>
        <w:t>1.</w:t>
      </w:r>
      <w:r w:rsidRPr="00BF49A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2.246.10.1536552.10.0</w:t>
      </w:r>
      <w:r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"</w:t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/&gt;</w:t>
      </w:r>
    </w:p>
    <w:p w:rsidR="00A947BD" w:rsidRPr="00BF49A7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:rsidR="00DD64B3" w:rsidRPr="00BF49A7" w:rsidRDefault="00DD64B3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:rsidR="00A947BD" w:rsidRPr="00BF49A7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="00D64544" w:rsidRPr="00BF49A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="00D64544" w:rsidRPr="00BF49A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Rekisterinpitäjä</w:t>
      </w:r>
      <w:proofErr w:type="spellEnd"/>
      <w:r w:rsidR="00D64544" w:rsidRPr="00BF49A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A947BD" w:rsidRPr="00BF49A7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custodian</w:t>
      </w:r>
      <w:proofErr w:type="gramEnd"/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A947BD" w:rsidRPr="00BF49A7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BF49A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assignedCustodian</w:t>
      </w:r>
      <w:proofErr w:type="spellEnd"/>
      <w:proofErr w:type="gramEnd"/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A947BD" w:rsidRPr="00BF49A7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BF49A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BF49A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representedCustodianOrganization</w:t>
      </w:r>
      <w:proofErr w:type="spellEnd"/>
      <w:proofErr w:type="gramEnd"/>
      <w:r w:rsidR="00D64544"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A947BD" w:rsidRPr="009C69A7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BF49A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9C69A7"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 w:rsidR="00D64544" w:rsidRPr="009C69A7"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 w:rsidR="00D64544" w:rsidRPr="009C69A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="00D64544" w:rsidRPr="009C69A7">
        <w:rPr>
          <w:rFonts w:ascii="Arial" w:hAnsi="Arial" w:cs="Arial"/>
          <w:color w:val="808080"/>
          <w:sz w:val="20"/>
          <w:szCs w:val="20"/>
          <w:highlight w:val="white"/>
        </w:rPr>
        <w:t>eReseptissä</w:t>
      </w:r>
      <w:proofErr w:type="spellEnd"/>
      <w:proofErr w:type="gramEnd"/>
      <w:r w:rsidR="00D64544" w:rsidRPr="009C69A7">
        <w:rPr>
          <w:rFonts w:ascii="Arial" w:hAnsi="Arial" w:cs="Arial"/>
          <w:color w:val="808080"/>
          <w:sz w:val="20"/>
          <w:szCs w:val="20"/>
          <w:highlight w:val="white"/>
        </w:rPr>
        <w:t xml:space="preserve"> KELA </w:t>
      </w:r>
      <w:r w:rsidR="00D64544" w:rsidRPr="009C69A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9C69A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9C69A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9C69A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9C69A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D64544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D64544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64544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>eArkistossa</w:t>
      </w:r>
      <w:proofErr w:type="spellEnd"/>
      <w:proofErr w:type="gramEnd"/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 xml:space="preserve"> esim. ISSHP Rekisterinpitäjä </w:t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proofErr w:type="gramEnd"/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>&lt;id root="1.2.246.10.2159250.19.0"/&gt;</w:t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 xml:space="preserve"> Uusimispyynnön</w:t>
      </w:r>
      <w:proofErr w:type="gramEnd"/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 xml:space="preserve"> vastaanottaja, palveluyksikkö </w:t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informationRecipient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intendedRecipient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="00D64544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="00D64544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palveluyksikkö</w:t>
      </w:r>
      <w:proofErr w:type="spellEnd"/>
      <w:r w:rsidR="00D64544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A947BD" w:rsidRDefault="00A947BD" w:rsidP="00A947B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receivedOrganization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A947BD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="00D64544" w:rsidRPr="00D6454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="00D64544"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</w:t>
      </w:r>
      <w:r w:rsidR="006A3A83" w:rsidRPr="0043464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1536552</w:t>
      </w:r>
      <w:r w:rsidR="006A3A83"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.10.1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="00D64544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ASIAKIRJA, body 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4246CF" w:rsidRDefault="00D64544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structuredBody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section"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section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lastRenderedPageBreak/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section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entry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organizer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substanceAdministration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entryRelationship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supply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="00D64544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="00D64544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Palveluyksikkö</w:t>
      </w:r>
      <w:proofErr w:type="spellEnd"/>
      <w:r w:rsidR="00D64544" w:rsidRPr="00D64544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="00D64544" w:rsidRPr="00D6454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="00D64544"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</w:t>
      </w:r>
      <w:r w:rsidR="006A3A83" w:rsidRPr="0043464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1536552</w:t>
      </w:r>
      <w:r w:rsidR="006A3A83" w:rsidRPr="00D6454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.10.1</w:t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:rsidR="004246CF" w:rsidRDefault="00D64544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structuredBody</w:t>
      </w:r>
      <w:proofErr w:type="spellEnd"/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section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section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D6454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component</w:t>
      </w:r>
      <w:proofErr w:type="gramEnd"/>
      <w:r w:rsidR="00D64544" w:rsidRPr="00D6454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Pr="00146DA9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D64544" w:rsidRPr="00146DA9">
        <w:rPr>
          <w:rFonts w:ascii="Arial" w:hAnsi="Arial" w:cs="Arial"/>
          <w:color w:val="800000"/>
          <w:sz w:val="20"/>
          <w:szCs w:val="20"/>
          <w:highlight w:val="white"/>
        </w:rPr>
        <w:t>section</w:t>
      </w:r>
      <w:proofErr w:type="spellEnd"/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246CF" w:rsidRPr="00146DA9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D64544" w:rsidRPr="00146DA9">
        <w:rPr>
          <w:rFonts w:ascii="Arial" w:hAnsi="Arial" w:cs="Arial"/>
          <w:color w:val="800000"/>
          <w:sz w:val="20"/>
          <w:szCs w:val="20"/>
          <w:highlight w:val="white"/>
        </w:rPr>
        <w:t>entry</w:t>
      </w:r>
      <w:proofErr w:type="spellEnd"/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246CF" w:rsidRPr="00146DA9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D64544" w:rsidRPr="00146DA9">
        <w:rPr>
          <w:rFonts w:ascii="Arial" w:hAnsi="Arial" w:cs="Arial"/>
          <w:color w:val="800000"/>
          <w:sz w:val="20"/>
          <w:szCs w:val="20"/>
          <w:highlight w:val="white"/>
        </w:rPr>
        <w:t>act</w:t>
      </w:r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246CF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&lt;!</w:t>
      </w:r>
      <w:proofErr w:type="gramStart"/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</w:t>
      </w:r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 xml:space="preserve"> Uusimispyynnön</w:t>
      </w:r>
      <w:proofErr w:type="gramEnd"/>
      <w:r w:rsidR="00D64544">
        <w:rPr>
          <w:rFonts w:ascii="Arial" w:hAnsi="Arial" w:cs="Arial"/>
          <w:color w:val="808080"/>
          <w:sz w:val="20"/>
          <w:szCs w:val="20"/>
          <w:highlight w:val="white"/>
        </w:rPr>
        <w:t xml:space="preserve"> kohteena oleva organisaatio </w:t>
      </w:r>
      <w:r w:rsidR="00D64544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:rsidR="004246CF" w:rsidRPr="00146DA9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146DA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participant</w:t>
      </w:r>
      <w:proofErr w:type="gramEnd"/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Pr="00146DA9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146DA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participantRole</w:t>
      </w:r>
      <w:proofErr w:type="spellEnd"/>
      <w:proofErr w:type="gramEnd"/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Pr="00146DA9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="00D64544" w:rsidRPr="00146DA9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="00D64544" w:rsidRPr="00146DA9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palveluyksikkö</w:t>
      </w:r>
      <w:proofErr w:type="spellEnd"/>
      <w:r w:rsidR="00D64544" w:rsidRPr="00146DA9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="00D64544"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4246CF" w:rsidRPr="003368C2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146DA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146DA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3368C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scopingEntity</w:t>
      </w:r>
      <w:proofErr w:type="spellEnd"/>
      <w:proofErr w:type="gramEnd"/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246CF" w:rsidRPr="003368C2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D64544" w:rsidRPr="003368C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="00D64544" w:rsidRPr="003368C2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="00D64544" w:rsidRPr="003368C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1.2.246.10.2159250.10.2035</w:t>
      </w:r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:rsidR="00D64544" w:rsidRPr="003368C2" w:rsidRDefault="004246CF" w:rsidP="004246C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="00D64544" w:rsidRPr="003368C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desc</w:t>
      </w:r>
      <w:proofErr w:type="spellEnd"/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="00D64544" w:rsidRPr="003368C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Savonrannan</w:t>
      </w:r>
      <w:proofErr w:type="spellEnd"/>
      <w:r w:rsidR="00D64544" w:rsidRPr="003368C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D64544" w:rsidRPr="003368C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terveysasema</w:t>
      </w:r>
      <w:proofErr w:type="spellEnd"/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="00D64544" w:rsidRPr="003368C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desc</w:t>
      </w:r>
      <w:proofErr w:type="spellEnd"/>
      <w:r w:rsidR="00D64544"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D64544" w:rsidRPr="003368C2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</w:p>
    <w:p w:rsidR="00D64544" w:rsidRPr="003368C2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</w:p>
    <w:p w:rsidR="00D64544" w:rsidRPr="003368C2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</w:p>
    <w:p w:rsidR="00D64544" w:rsidRPr="003368C2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proofErr w:type="gramStart"/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Web Services Addressing -</w:t>
      </w:r>
      <w:proofErr w:type="spellStart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kehys</w:t>
      </w:r>
      <w:proofErr w:type="spellEnd"/>
      <w:r w:rsidRPr="003368C2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3368C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wsa:To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/&gt;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-kentässä sanoman vastaanottavan organisaatioyksikön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OID-koodi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eli vastaa V3-sanoman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receiver/device/id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  <w:highlight w:val="white"/>
        </w:rPr>
        <w:t>–kenttää</w:t>
      </w:r>
      <w:proofErr w:type="gram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KanTa:an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päin liikennöitäessä kenttään sijoitetaan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KanTa-palvelun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tunniste (tuotantokäytössä kyseinen tunniste on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eReseptin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osalta 1.2.246.556.18.1 ja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eArkiston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osalta 1.2.246.556.18.2). [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To-kenttä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pakollinen kaikille sanomille]</w:t>
      </w:r>
    </w:p>
    <w:p w:rsidR="00D64544" w:rsidRDefault="00D64544" w:rsidP="00D6454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wsa:From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/&gt;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-kentässä sanoman lähettävän organisaatioyksikön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OID-koodi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(palveluyksikkö) eli vastaa V3-sanoman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sender/device/id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  <w:highlight w:val="white"/>
        </w:rPr>
        <w:t>–kenttää</w:t>
      </w:r>
      <w:proofErr w:type="gramEnd"/>
      <w:r>
        <w:rPr>
          <w:rFonts w:ascii="Arial" w:hAnsi="Arial" w:cs="Arial"/>
          <w:color w:val="000000"/>
          <w:sz w:val="20"/>
          <w:szCs w:val="20"/>
          <w:highlight w:val="white"/>
        </w:rPr>
        <w:t>. [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From-kentän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käyttö HL7 Finland -suositus]</w:t>
      </w:r>
    </w:p>
    <w:p w:rsidR="005303FB" w:rsidRPr="00D64544" w:rsidRDefault="005303FB" w:rsidP="00D64544">
      <w:bookmarkStart w:id="0" w:name="_GoBack"/>
      <w:bookmarkEnd w:id="0"/>
    </w:p>
    <w:sectPr w:rsidR="005303FB" w:rsidRPr="00D64544" w:rsidSect="00D6454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98" w:right="707" w:bottom="238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544" w:rsidRDefault="00D64544" w:rsidP="00661F12">
      <w:r>
        <w:separator/>
      </w:r>
    </w:p>
  </w:endnote>
  <w:endnote w:type="continuationSeparator" w:id="0">
    <w:p w:rsidR="00D64544" w:rsidRDefault="00D64544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2608"/>
      <w:gridCol w:w="3912"/>
      <w:gridCol w:w="1304"/>
      <w:gridCol w:w="1814"/>
    </w:tblGrid>
    <w:tr w:rsidR="00266FFB" w:rsidTr="0026596E">
      <w:tc>
        <w:tcPr>
          <w:tcW w:w="2608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3912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304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814" w:type="dxa"/>
        </w:tcPr>
        <w:p w:rsidR="00266FFB" w:rsidRDefault="00266FFB" w:rsidP="0026596E">
          <w:pPr>
            <w:pStyle w:val="Alatunniste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F49A7">
            <w:t>3</w:t>
          </w:r>
          <w:r>
            <w:fldChar w:fldCharType="end"/>
          </w:r>
          <w:r>
            <w:t xml:space="preserve"> (</w:t>
          </w:r>
          <w:fldSimple w:instr=" NUMPAGES   \* MERGEFORMAT ">
            <w:r w:rsidR="00BF49A7">
              <w:t>3</w:t>
            </w:r>
          </w:fldSimple>
          <w:r>
            <w:t>)</w:t>
          </w:r>
        </w:p>
      </w:tc>
    </w:tr>
    <w:tr w:rsidR="00266FFB" w:rsidTr="0026596E">
      <w:tc>
        <w:tcPr>
          <w:tcW w:w="2608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3912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304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814" w:type="dxa"/>
        </w:tcPr>
        <w:p w:rsidR="00266FFB" w:rsidRDefault="00266FFB" w:rsidP="0026596E">
          <w:pPr>
            <w:pStyle w:val="Alatunniste"/>
            <w:jc w:val="right"/>
          </w:pPr>
        </w:p>
      </w:tc>
    </w:tr>
    <w:tr w:rsidR="00266FFB" w:rsidTr="0026596E">
      <w:tc>
        <w:tcPr>
          <w:tcW w:w="2608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3912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304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814" w:type="dxa"/>
        </w:tcPr>
        <w:p w:rsidR="00266FFB" w:rsidRDefault="00266FFB" w:rsidP="0026596E">
          <w:pPr>
            <w:pStyle w:val="Alatunniste"/>
            <w:jc w:val="right"/>
          </w:pPr>
        </w:p>
      </w:tc>
    </w:tr>
    <w:tr w:rsidR="00266FFB" w:rsidTr="0026596E">
      <w:tc>
        <w:tcPr>
          <w:tcW w:w="2608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3912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304" w:type="dxa"/>
        </w:tcPr>
        <w:p w:rsidR="00266FFB" w:rsidRPr="00266FFB" w:rsidRDefault="00266FFB" w:rsidP="00266FFB">
          <w:pPr>
            <w:pStyle w:val="Alatunniste"/>
          </w:pPr>
        </w:p>
      </w:tc>
      <w:tc>
        <w:tcPr>
          <w:tcW w:w="1814" w:type="dxa"/>
        </w:tcPr>
        <w:p w:rsidR="00266FFB" w:rsidRDefault="00266FFB" w:rsidP="0026596E">
          <w:pPr>
            <w:pStyle w:val="Alatunniste"/>
            <w:jc w:val="right"/>
          </w:pPr>
        </w:p>
      </w:tc>
    </w:tr>
  </w:tbl>
  <w:p w:rsidR="00266FFB" w:rsidRDefault="00266FFB" w:rsidP="00F10AE1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78" w:rsidRDefault="001C7E78" w:rsidP="00344D6F"/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2608"/>
      <w:gridCol w:w="3912"/>
      <w:gridCol w:w="1304"/>
      <w:gridCol w:w="1814"/>
    </w:tblGrid>
    <w:tr w:rsidR="009D26D3" w:rsidTr="00344D6F">
      <w:tc>
        <w:tcPr>
          <w:tcW w:w="2608" w:type="dxa"/>
        </w:tcPr>
        <w:p w:rsidR="009D26D3" w:rsidRPr="00AE129F" w:rsidRDefault="009D26D3" w:rsidP="00344D6F">
          <w:pPr>
            <w:pStyle w:val="Alatunniste"/>
            <w:rPr>
              <w:b/>
              <w:sz w:val="16"/>
              <w:szCs w:val="16"/>
            </w:rPr>
          </w:pPr>
          <w:r w:rsidRPr="00AE129F">
            <w:rPr>
              <w:b/>
              <w:color w:val="003580" w:themeColor="accent1"/>
              <w:sz w:val="16"/>
              <w:szCs w:val="16"/>
            </w:rPr>
            <w:t>KANSANELÄKELAITOS</w:t>
          </w:r>
        </w:p>
      </w:tc>
      <w:tc>
        <w:tcPr>
          <w:tcW w:w="3912" w:type="dxa"/>
        </w:tcPr>
        <w:p w:rsidR="009D26D3" w:rsidRPr="00AE129F" w:rsidRDefault="009D26D3" w:rsidP="00344D6F">
          <w:pPr>
            <w:pStyle w:val="Alatunniste"/>
            <w:rPr>
              <w:sz w:val="16"/>
              <w:szCs w:val="16"/>
            </w:rPr>
          </w:pPr>
          <w:r w:rsidRPr="00AE129F">
            <w:rPr>
              <w:b/>
              <w:color w:val="003580" w:themeColor="accent1"/>
              <w:sz w:val="16"/>
              <w:szCs w:val="16"/>
            </w:rPr>
            <w:t>FOLKPENSIONSANSTALTEN</w:t>
          </w:r>
        </w:p>
      </w:tc>
      <w:tc>
        <w:tcPr>
          <w:tcW w:w="1304" w:type="dxa"/>
        </w:tcPr>
        <w:p w:rsidR="009D26D3" w:rsidRPr="00623221" w:rsidRDefault="009D26D3" w:rsidP="00344D6F">
          <w:pPr>
            <w:pStyle w:val="Alatunniste"/>
          </w:pPr>
        </w:p>
      </w:tc>
      <w:tc>
        <w:tcPr>
          <w:tcW w:w="1814" w:type="dxa"/>
        </w:tcPr>
        <w:p w:rsidR="009D26D3" w:rsidRDefault="009D26D3" w:rsidP="00344D6F">
          <w:pPr>
            <w:pStyle w:val="Alatunniste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F49A7">
            <w:t>1</w:t>
          </w:r>
          <w:r>
            <w:fldChar w:fldCharType="end"/>
          </w:r>
          <w:r>
            <w:t xml:space="preserve"> (</w:t>
          </w:r>
          <w:fldSimple w:instr=" NUMPAGES   \* MERGEFORMAT ">
            <w:r w:rsidR="00BF49A7">
              <w:t>3</w:t>
            </w:r>
          </w:fldSimple>
          <w:r>
            <w:t>)</w:t>
          </w:r>
        </w:p>
      </w:tc>
    </w:tr>
    <w:tr w:rsidR="009D26D3" w:rsidTr="00344D6F">
      <w:tc>
        <w:tcPr>
          <w:tcW w:w="2608" w:type="dxa"/>
        </w:tcPr>
        <w:p w:rsidR="009D26D3" w:rsidRPr="00623221" w:rsidRDefault="009D26D3" w:rsidP="00344D6F">
          <w:pPr>
            <w:pStyle w:val="Alatunniste"/>
          </w:pPr>
          <w:r>
            <w:t xml:space="preserve">PL 450, 00101 </w:t>
          </w:r>
          <w:r w:rsidRPr="00A218B6">
            <w:t>Helsinki</w:t>
          </w:r>
        </w:p>
      </w:tc>
      <w:tc>
        <w:tcPr>
          <w:tcW w:w="3912" w:type="dxa"/>
        </w:tcPr>
        <w:p w:rsidR="009D26D3" w:rsidRPr="00623221" w:rsidRDefault="009D26D3" w:rsidP="00344D6F">
          <w:pPr>
            <w:pStyle w:val="Alatunniste"/>
          </w:pPr>
          <w:r>
            <w:t>PB 450, 00101 Helsingfors</w:t>
          </w:r>
        </w:p>
      </w:tc>
      <w:tc>
        <w:tcPr>
          <w:tcW w:w="1304" w:type="dxa"/>
        </w:tcPr>
        <w:p w:rsidR="009D26D3" w:rsidRPr="00623221" w:rsidRDefault="009D26D3" w:rsidP="00344D6F">
          <w:pPr>
            <w:pStyle w:val="Alatunniste"/>
          </w:pPr>
        </w:p>
      </w:tc>
      <w:tc>
        <w:tcPr>
          <w:tcW w:w="1814" w:type="dxa"/>
        </w:tcPr>
        <w:p w:rsidR="009D26D3" w:rsidRDefault="009D26D3" w:rsidP="00344D6F">
          <w:pPr>
            <w:pStyle w:val="Alatunniste"/>
            <w:jc w:val="right"/>
          </w:pPr>
        </w:p>
      </w:tc>
    </w:tr>
    <w:tr w:rsidR="009D26D3" w:rsidTr="00344D6F">
      <w:tc>
        <w:tcPr>
          <w:tcW w:w="2608" w:type="dxa"/>
        </w:tcPr>
        <w:p w:rsidR="009D26D3" w:rsidRPr="00623221" w:rsidRDefault="009D26D3" w:rsidP="00344D6F">
          <w:pPr>
            <w:pStyle w:val="Alatunniste"/>
          </w:pPr>
          <w:r>
            <w:t xml:space="preserve">Puhelin 020 </w:t>
          </w:r>
          <w:r w:rsidR="00BA1109">
            <w:t>6</w:t>
          </w:r>
          <w:r>
            <w:t>34 11</w:t>
          </w:r>
        </w:p>
      </w:tc>
      <w:tc>
        <w:tcPr>
          <w:tcW w:w="3912" w:type="dxa"/>
        </w:tcPr>
        <w:p w:rsidR="009D26D3" w:rsidRPr="00623221" w:rsidRDefault="00BA1109" w:rsidP="00344D6F">
          <w:pPr>
            <w:pStyle w:val="Alatunniste"/>
          </w:pPr>
          <w:r>
            <w:t>Telefon 020 6</w:t>
          </w:r>
          <w:r w:rsidR="009D26D3">
            <w:t>34 11</w:t>
          </w:r>
        </w:p>
      </w:tc>
      <w:tc>
        <w:tcPr>
          <w:tcW w:w="1304" w:type="dxa"/>
        </w:tcPr>
        <w:p w:rsidR="009D26D3" w:rsidRPr="00623221" w:rsidRDefault="009D26D3" w:rsidP="00344D6F">
          <w:pPr>
            <w:pStyle w:val="Alatunniste"/>
          </w:pPr>
        </w:p>
      </w:tc>
      <w:tc>
        <w:tcPr>
          <w:tcW w:w="1814" w:type="dxa"/>
        </w:tcPr>
        <w:p w:rsidR="009D26D3" w:rsidRDefault="009D26D3" w:rsidP="00344D6F">
          <w:pPr>
            <w:pStyle w:val="Alatunniste"/>
            <w:jc w:val="right"/>
          </w:pPr>
        </w:p>
      </w:tc>
    </w:tr>
    <w:tr w:rsidR="009D26D3" w:rsidTr="00344D6F">
      <w:tc>
        <w:tcPr>
          <w:tcW w:w="2608" w:type="dxa"/>
        </w:tcPr>
        <w:p w:rsidR="009D26D3" w:rsidRPr="00623221" w:rsidRDefault="009D26D3" w:rsidP="00344D6F">
          <w:pPr>
            <w:pStyle w:val="Alatunniste"/>
          </w:pPr>
          <w:r>
            <w:t>etunimi.sukunimi@kela.fi</w:t>
          </w:r>
        </w:p>
      </w:tc>
      <w:tc>
        <w:tcPr>
          <w:tcW w:w="3912" w:type="dxa"/>
        </w:tcPr>
        <w:p w:rsidR="009D26D3" w:rsidRPr="00623221" w:rsidRDefault="009D26D3" w:rsidP="00344D6F">
          <w:pPr>
            <w:pStyle w:val="Alatunniste"/>
          </w:pPr>
          <w:r>
            <w:t>fornamn.efternamn@kela.fi</w:t>
          </w:r>
        </w:p>
      </w:tc>
      <w:tc>
        <w:tcPr>
          <w:tcW w:w="1304" w:type="dxa"/>
        </w:tcPr>
        <w:p w:rsidR="009D26D3" w:rsidRPr="00623221" w:rsidRDefault="009D26D3" w:rsidP="00344D6F">
          <w:pPr>
            <w:pStyle w:val="Alatunniste"/>
          </w:pPr>
        </w:p>
      </w:tc>
      <w:tc>
        <w:tcPr>
          <w:tcW w:w="1814" w:type="dxa"/>
        </w:tcPr>
        <w:p w:rsidR="009D26D3" w:rsidRDefault="009D26D3" w:rsidP="00344D6F">
          <w:pPr>
            <w:pStyle w:val="Alatunniste"/>
            <w:jc w:val="right"/>
          </w:pPr>
          <w:r>
            <w:t>www.kela.fi</w:t>
          </w:r>
        </w:p>
      </w:tc>
    </w:tr>
  </w:tbl>
  <w:p w:rsidR="009D26D3" w:rsidRDefault="009D26D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544" w:rsidRDefault="00D64544" w:rsidP="00661F12">
      <w:r>
        <w:separator/>
      </w:r>
    </w:p>
  </w:footnote>
  <w:footnote w:type="continuationSeparator" w:id="0">
    <w:p w:rsidR="00D64544" w:rsidRDefault="00D64544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3912"/>
      <w:gridCol w:w="2608"/>
      <w:gridCol w:w="1304"/>
      <w:gridCol w:w="1814"/>
    </w:tblGrid>
    <w:tr w:rsidR="005A4D76" w:rsidTr="008C0DC6">
      <w:trPr>
        <w:trHeight w:hRule="exact" w:val="113"/>
      </w:trPr>
      <w:tc>
        <w:tcPr>
          <w:tcW w:w="3912" w:type="dxa"/>
        </w:tcPr>
        <w:p w:rsidR="005A4D76" w:rsidRDefault="005A4D76" w:rsidP="0026596E">
          <w:pPr>
            <w:pStyle w:val="Yltunniste"/>
            <w:rPr>
              <w:lang w:val="en-GB" w:eastAsia="en-GB"/>
            </w:rPr>
          </w:pPr>
        </w:p>
      </w:tc>
      <w:tc>
        <w:tcPr>
          <w:tcW w:w="2608" w:type="dxa"/>
        </w:tcPr>
        <w:p w:rsidR="005A4D76" w:rsidRDefault="005A4D76" w:rsidP="0026596E">
          <w:pPr>
            <w:pStyle w:val="Yltunniste"/>
            <w:jc w:val="right"/>
          </w:pPr>
        </w:p>
      </w:tc>
      <w:tc>
        <w:tcPr>
          <w:tcW w:w="1304" w:type="dxa"/>
        </w:tcPr>
        <w:p w:rsidR="005A4D76" w:rsidRDefault="005A4D76" w:rsidP="0026596E">
          <w:pPr>
            <w:pStyle w:val="Yltunniste"/>
            <w:jc w:val="right"/>
          </w:pPr>
        </w:p>
      </w:tc>
      <w:tc>
        <w:tcPr>
          <w:tcW w:w="1814" w:type="dxa"/>
          <w:vMerge w:val="restart"/>
        </w:tcPr>
        <w:p w:rsidR="005A4D76" w:rsidRDefault="005A4D76" w:rsidP="0026596E">
          <w:pPr>
            <w:pStyle w:val="Yltunniste"/>
            <w:jc w:val="right"/>
          </w:pPr>
          <w:r>
            <w:rPr>
              <w:lang w:eastAsia="fi-FI"/>
            </w:rPr>
            <w:drawing>
              <wp:inline distT="0" distB="0" distL="0" distR="0" wp14:anchorId="783A3CA5" wp14:editId="6D356BEB">
                <wp:extent cx="1080000" cy="344789"/>
                <wp:effectExtent l="0" t="0" r="6350" b="0"/>
                <wp:docPr id="10" name="Kuva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elaFp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344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A4D76" w:rsidTr="008C0DC6">
      <w:tc>
        <w:tcPr>
          <w:tcW w:w="3912" w:type="dxa"/>
        </w:tcPr>
        <w:p w:rsidR="005A4D76" w:rsidRPr="00661F12" w:rsidRDefault="005A4D76" w:rsidP="0026596E">
          <w:pPr>
            <w:pStyle w:val="Yltunniste"/>
          </w:pPr>
          <w:r>
            <w:rPr>
              <w:lang w:eastAsia="fi-FI"/>
            </w:rPr>
            <w:drawing>
              <wp:inline distT="0" distB="0" distL="0" distR="0" wp14:anchorId="3579F874" wp14:editId="233D4B24">
                <wp:extent cx="1079500" cy="104775"/>
                <wp:effectExtent l="0" t="0" r="6350" b="9525"/>
                <wp:docPr id="11" name="Kuva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elaFp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0" cy="104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rPr>
            <w:b/>
            <w:color w:val="auto"/>
          </w:rPr>
          <w:alias w:val="Aihe"/>
          <w:tag w:val=""/>
          <w:id w:val="2033915156"/>
          <w:placeholder>
            <w:docPart w:val="E489B1E3963A4E779EF6E7058C9E317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608" w:type="dxa"/>
            </w:tcPr>
            <w:p w:rsidR="005A4D76" w:rsidRPr="00F10AE1" w:rsidRDefault="00D64544" w:rsidP="0026596E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Ohje</w:t>
              </w:r>
            </w:p>
          </w:tc>
        </w:sdtContent>
      </w:sdt>
      <w:tc>
        <w:tcPr>
          <w:tcW w:w="1304" w:type="dxa"/>
        </w:tcPr>
        <w:p w:rsidR="005A4D76" w:rsidRPr="00F10AE1" w:rsidRDefault="005A4D76" w:rsidP="0026596E">
          <w:pPr>
            <w:pStyle w:val="Yltunniste"/>
            <w:rPr>
              <w:b/>
            </w:rPr>
          </w:pPr>
        </w:p>
      </w:tc>
      <w:tc>
        <w:tcPr>
          <w:tcW w:w="1814" w:type="dxa"/>
          <w:vMerge/>
        </w:tcPr>
        <w:p w:rsidR="005A4D76" w:rsidRDefault="005A4D76" w:rsidP="0026596E">
          <w:pPr>
            <w:pStyle w:val="Yltunniste"/>
            <w:jc w:val="right"/>
          </w:pPr>
        </w:p>
      </w:tc>
    </w:tr>
    <w:tr w:rsidR="005A4D76" w:rsidTr="008C0DC6">
      <w:tc>
        <w:tcPr>
          <w:tcW w:w="3912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2608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304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814" w:type="dxa"/>
          <w:vMerge/>
        </w:tcPr>
        <w:p w:rsidR="005A4D76" w:rsidRPr="00661F12" w:rsidRDefault="005A4D76" w:rsidP="0026596E">
          <w:pPr>
            <w:pStyle w:val="Yltunniste"/>
            <w:jc w:val="right"/>
          </w:pPr>
        </w:p>
      </w:tc>
    </w:tr>
    <w:tr w:rsidR="005A4D76" w:rsidTr="008C0DC6">
      <w:tc>
        <w:tcPr>
          <w:tcW w:w="3912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2608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304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814" w:type="dxa"/>
          <w:vMerge/>
        </w:tcPr>
        <w:p w:rsidR="005A4D76" w:rsidRPr="00661F12" w:rsidRDefault="005A4D76" w:rsidP="0026596E">
          <w:pPr>
            <w:pStyle w:val="Yltunniste"/>
            <w:jc w:val="right"/>
          </w:pPr>
        </w:p>
      </w:tc>
    </w:tr>
  </w:tbl>
  <w:p w:rsidR="00226B69" w:rsidRDefault="00226B69" w:rsidP="00BB528D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3912"/>
      <w:gridCol w:w="2608"/>
      <w:gridCol w:w="1304"/>
      <w:gridCol w:w="1814"/>
    </w:tblGrid>
    <w:tr w:rsidR="005A4D76" w:rsidTr="008C0DC6">
      <w:trPr>
        <w:trHeight w:hRule="exact" w:val="113"/>
      </w:trPr>
      <w:tc>
        <w:tcPr>
          <w:tcW w:w="3912" w:type="dxa"/>
        </w:tcPr>
        <w:p w:rsidR="005A4D76" w:rsidRDefault="005A4D76" w:rsidP="0026596E">
          <w:pPr>
            <w:pStyle w:val="Yltunniste"/>
            <w:rPr>
              <w:lang w:val="en-GB" w:eastAsia="en-GB"/>
            </w:rPr>
          </w:pPr>
        </w:p>
      </w:tc>
      <w:tc>
        <w:tcPr>
          <w:tcW w:w="2608" w:type="dxa"/>
        </w:tcPr>
        <w:p w:rsidR="005A4D76" w:rsidRDefault="005A4D76" w:rsidP="0026596E">
          <w:pPr>
            <w:pStyle w:val="Yltunniste"/>
            <w:jc w:val="right"/>
          </w:pPr>
        </w:p>
      </w:tc>
      <w:tc>
        <w:tcPr>
          <w:tcW w:w="1304" w:type="dxa"/>
        </w:tcPr>
        <w:p w:rsidR="005A4D76" w:rsidRDefault="005A4D76" w:rsidP="0026596E">
          <w:pPr>
            <w:pStyle w:val="Yltunniste"/>
            <w:jc w:val="right"/>
          </w:pPr>
        </w:p>
      </w:tc>
      <w:tc>
        <w:tcPr>
          <w:tcW w:w="1814" w:type="dxa"/>
          <w:vMerge w:val="restart"/>
        </w:tcPr>
        <w:p w:rsidR="005A4D76" w:rsidRDefault="005A4D76" w:rsidP="0026596E">
          <w:pPr>
            <w:pStyle w:val="Yltunniste"/>
            <w:jc w:val="right"/>
          </w:pPr>
          <w:r>
            <w:rPr>
              <w:lang w:eastAsia="fi-FI"/>
            </w:rPr>
            <w:drawing>
              <wp:inline distT="0" distB="0" distL="0" distR="0" wp14:anchorId="79D8B23E" wp14:editId="093AE286">
                <wp:extent cx="1080000" cy="344789"/>
                <wp:effectExtent l="0" t="0" r="6350" b="0"/>
                <wp:docPr id="4" name="Kuv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elaFp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344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A4D76" w:rsidTr="008C0DC6">
      <w:tc>
        <w:tcPr>
          <w:tcW w:w="3912" w:type="dxa"/>
        </w:tcPr>
        <w:p w:rsidR="005A4D76" w:rsidRPr="00661F12" w:rsidRDefault="005A4D76" w:rsidP="0026596E">
          <w:pPr>
            <w:pStyle w:val="Yltunniste"/>
          </w:pPr>
          <w:r>
            <w:rPr>
              <w:lang w:eastAsia="fi-FI"/>
            </w:rPr>
            <w:drawing>
              <wp:inline distT="0" distB="0" distL="0" distR="0" wp14:anchorId="3310D4AB" wp14:editId="27BB817C">
                <wp:extent cx="1079500" cy="104775"/>
                <wp:effectExtent l="0" t="0" r="6350" b="9525"/>
                <wp:docPr id="5" name="Kuv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elaFp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0" cy="104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rPr>
            <w:b/>
            <w:color w:val="auto"/>
          </w:rPr>
          <w:alias w:val="Aihe"/>
          <w:tag w:val=""/>
          <w:id w:val="1396013897"/>
          <w:placeholder>
            <w:docPart w:val="E489B1E3963A4E779EF6E7058C9E317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608" w:type="dxa"/>
            </w:tcPr>
            <w:p w:rsidR="005A4D76" w:rsidRPr="00F10AE1" w:rsidRDefault="00D64544" w:rsidP="00D64544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Ohje</w:t>
              </w:r>
            </w:p>
          </w:tc>
        </w:sdtContent>
      </w:sdt>
      <w:tc>
        <w:tcPr>
          <w:tcW w:w="1304" w:type="dxa"/>
        </w:tcPr>
        <w:p w:rsidR="005A4D76" w:rsidRPr="00F10AE1" w:rsidRDefault="005A4D76" w:rsidP="0026596E">
          <w:pPr>
            <w:pStyle w:val="Yltunniste"/>
            <w:rPr>
              <w:b/>
            </w:rPr>
          </w:pPr>
        </w:p>
      </w:tc>
      <w:tc>
        <w:tcPr>
          <w:tcW w:w="1814" w:type="dxa"/>
          <w:vMerge/>
        </w:tcPr>
        <w:p w:rsidR="005A4D76" w:rsidRDefault="005A4D76" w:rsidP="0026596E">
          <w:pPr>
            <w:pStyle w:val="Yltunniste"/>
            <w:jc w:val="right"/>
          </w:pPr>
        </w:p>
      </w:tc>
    </w:tr>
    <w:tr w:rsidR="005A4D76" w:rsidTr="008C0DC6">
      <w:tc>
        <w:tcPr>
          <w:tcW w:w="3912" w:type="dxa"/>
        </w:tcPr>
        <w:p w:rsidR="005A4D76" w:rsidRPr="00661F12" w:rsidRDefault="00D64544" w:rsidP="00D64544">
          <w:pPr>
            <w:pStyle w:val="Yltunniste"/>
          </w:pPr>
          <w:r>
            <w:t>Kanta-palvelut-yksikkö</w:t>
          </w:r>
        </w:p>
      </w:tc>
      <w:tc>
        <w:tcPr>
          <w:tcW w:w="2608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304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814" w:type="dxa"/>
          <w:vMerge/>
        </w:tcPr>
        <w:p w:rsidR="005A4D76" w:rsidRPr="00661F12" w:rsidRDefault="005A4D76" w:rsidP="0026596E">
          <w:pPr>
            <w:pStyle w:val="Yltunniste"/>
            <w:jc w:val="right"/>
          </w:pPr>
        </w:p>
      </w:tc>
    </w:tr>
    <w:tr w:rsidR="005A4D76" w:rsidTr="008C0DC6">
      <w:tc>
        <w:tcPr>
          <w:tcW w:w="3912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2608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304" w:type="dxa"/>
        </w:tcPr>
        <w:p w:rsidR="005A4D76" w:rsidRPr="00661F12" w:rsidRDefault="005A4D76" w:rsidP="0026596E">
          <w:pPr>
            <w:pStyle w:val="Yltunniste"/>
          </w:pPr>
        </w:p>
      </w:tc>
      <w:tc>
        <w:tcPr>
          <w:tcW w:w="1814" w:type="dxa"/>
          <w:vMerge/>
        </w:tcPr>
        <w:p w:rsidR="005A4D76" w:rsidRPr="00661F12" w:rsidRDefault="005A4D76" w:rsidP="0026596E">
          <w:pPr>
            <w:pStyle w:val="Yltunniste"/>
            <w:jc w:val="right"/>
          </w:pPr>
        </w:p>
      </w:tc>
    </w:tr>
    <w:tr w:rsidR="005A4D76" w:rsidTr="008C0DC6">
      <w:sdt>
        <w:sdtPr>
          <w:rPr>
            <w:color w:val="auto"/>
          </w:rPr>
          <w:alias w:val="Tekijä"/>
          <w:tag w:val=""/>
          <w:id w:val="1946424816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3912" w:type="dxa"/>
            </w:tcPr>
            <w:p w:rsidR="005A4D76" w:rsidRPr="00661F12" w:rsidRDefault="00A947BD" w:rsidP="00D64544">
              <w:pPr>
                <w:pStyle w:val="Yltunniste"/>
              </w:pPr>
              <w:r>
                <w:rPr>
                  <w:color w:val="auto"/>
                </w:rPr>
                <w:t>Kauppila Timo</w:t>
              </w:r>
            </w:p>
          </w:tc>
        </w:sdtContent>
      </w:sdt>
      <w:sdt>
        <w:sdtPr>
          <w:alias w:val="Julkaisupäivämäärä"/>
          <w:tag w:val="AutomaticDate"/>
          <w:id w:val="1495927253"/>
          <w:dataBinding w:prefixMappings="xmlns:ns0='http://schemas.microsoft.com/office/2006/coverPageProps' " w:xpath="/ns0:CoverPageProperties[1]/ns0:PublishDate[1]" w:storeItemID="{55AF091B-3C7A-41E3-B477-F2FDAA23CFDA}"/>
          <w:date w:fullDate="2013-05-24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608" w:type="dxa"/>
            </w:tcPr>
            <w:p w:rsidR="005A4D76" w:rsidRPr="00623221" w:rsidRDefault="00D64544" w:rsidP="0026596E">
              <w:pPr>
                <w:pStyle w:val="Yltunniste"/>
              </w:pPr>
              <w:r>
                <w:t>24.5.2013</w:t>
              </w:r>
            </w:p>
          </w:tc>
        </w:sdtContent>
      </w:sdt>
      <w:tc>
        <w:tcPr>
          <w:tcW w:w="1304" w:type="dxa"/>
        </w:tcPr>
        <w:p w:rsidR="005A4D76" w:rsidRPr="00623221" w:rsidRDefault="005A4D76" w:rsidP="0026596E">
          <w:pPr>
            <w:pStyle w:val="Yltunniste"/>
          </w:pPr>
        </w:p>
      </w:tc>
      <w:tc>
        <w:tcPr>
          <w:tcW w:w="1814" w:type="dxa"/>
        </w:tcPr>
        <w:p w:rsidR="005A4D76" w:rsidRPr="00661F12" w:rsidRDefault="005A4D76" w:rsidP="0026596E">
          <w:pPr>
            <w:pStyle w:val="Yltunniste"/>
            <w:jc w:val="right"/>
          </w:pPr>
        </w:p>
      </w:tc>
    </w:tr>
  </w:tbl>
  <w:p w:rsidR="00472ACD" w:rsidRDefault="00472ACD" w:rsidP="008C0DC6">
    <w:pPr>
      <w:pStyle w:val="Yltunniste"/>
      <w:ind w:right="-1"/>
    </w:pPr>
  </w:p>
  <w:p w:rsidR="00FF349F" w:rsidRDefault="00FF349F" w:rsidP="008C0DC6">
    <w:pPr>
      <w:pStyle w:val="Yltunniste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50A3B"/>
    <w:multiLevelType w:val="multilevel"/>
    <w:tmpl w:val="388A7428"/>
    <w:numStyleLink w:val="Otsikkonumerointi"/>
  </w:abstractNum>
  <w:abstractNum w:abstractNumId="1">
    <w:nsid w:val="4AF3019C"/>
    <w:multiLevelType w:val="multilevel"/>
    <w:tmpl w:val="388A7428"/>
    <w:numStyleLink w:val="Otsikkonumerointi"/>
  </w:abstractNum>
  <w:abstractNum w:abstractNumId="2">
    <w:nsid w:val="6E864C2C"/>
    <w:multiLevelType w:val="multilevel"/>
    <w:tmpl w:val="05BAFCFC"/>
    <w:styleLink w:val="Luettelomerkit"/>
    <w:lvl w:ilvl="0">
      <w:start w:val="1"/>
      <w:numFmt w:val="bullet"/>
      <w:pStyle w:val="Merkittyluettelo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3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44"/>
    <w:rsid w:val="00020448"/>
    <w:rsid w:val="00033C27"/>
    <w:rsid w:val="00052F21"/>
    <w:rsid w:val="00056875"/>
    <w:rsid w:val="00074E13"/>
    <w:rsid w:val="00083DE9"/>
    <w:rsid w:val="000D0D7B"/>
    <w:rsid w:val="00132557"/>
    <w:rsid w:val="00145B24"/>
    <w:rsid w:val="00146DA9"/>
    <w:rsid w:val="001544FE"/>
    <w:rsid w:val="001976A7"/>
    <w:rsid w:val="001C7E78"/>
    <w:rsid w:val="001E3BDB"/>
    <w:rsid w:val="00204D8F"/>
    <w:rsid w:val="00226B69"/>
    <w:rsid w:val="0022745E"/>
    <w:rsid w:val="002450D5"/>
    <w:rsid w:val="00266FFB"/>
    <w:rsid w:val="002A3A88"/>
    <w:rsid w:val="002B7D71"/>
    <w:rsid w:val="002F102C"/>
    <w:rsid w:val="00326848"/>
    <w:rsid w:val="003368C2"/>
    <w:rsid w:val="00344D6F"/>
    <w:rsid w:val="00373CFF"/>
    <w:rsid w:val="00397EF1"/>
    <w:rsid w:val="003F7B76"/>
    <w:rsid w:val="00415354"/>
    <w:rsid w:val="004246CF"/>
    <w:rsid w:val="0043464A"/>
    <w:rsid w:val="00447C46"/>
    <w:rsid w:val="0046579E"/>
    <w:rsid w:val="00472ACD"/>
    <w:rsid w:val="004972ED"/>
    <w:rsid w:val="004E7D9A"/>
    <w:rsid w:val="00500A1B"/>
    <w:rsid w:val="005303FB"/>
    <w:rsid w:val="00567349"/>
    <w:rsid w:val="00571E68"/>
    <w:rsid w:val="005A49DE"/>
    <w:rsid w:val="005A4D76"/>
    <w:rsid w:val="005A56BA"/>
    <w:rsid w:val="005E2709"/>
    <w:rsid w:val="00623221"/>
    <w:rsid w:val="00661F12"/>
    <w:rsid w:val="006733C7"/>
    <w:rsid w:val="006A3A83"/>
    <w:rsid w:val="006C193A"/>
    <w:rsid w:val="006F018F"/>
    <w:rsid w:val="006F2036"/>
    <w:rsid w:val="0071349C"/>
    <w:rsid w:val="00716B21"/>
    <w:rsid w:val="00724B15"/>
    <w:rsid w:val="0073503F"/>
    <w:rsid w:val="00781502"/>
    <w:rsid w:val="00835466"/>
    <w:rsid w:val="0085075F"/>
    <w:rsid w:val="008635CF"/>
    <w:rsid w:val="008775A3"/>
    <w:rsid w:val="008962B8"/>
    <w:rsid w:val="008B59FA"/>
    <w:rsid w:val="008C0DC6"/>
    <w:rsid w:val="009C69A7"/>
    <w:rsid w:val="009D26D3"/>
    <w:rsid w:val="009D4E2D"/>
    <w:rsid w:val="009F47FF"/>
    <w:rsid w:val="009F59FE"/>
    <w:rsid w:val="00A04227"/>
    <w:rsid w:val="00A218B6"/>
    <w:rsid w:val="00A458EE"/>
    <w:rsid w:val="00A66440"/>
    <w:rsid w:val="00A71348"/>
    <w:rsid w:val="00A947BD"/>
    <w:rsid w:val="00AE129F"/>
    <w:rsid w:val="00AE17C5"/>
    <w:rsid w:val="00AE51F1"/>
    <w:rsid w:val="00AF60D2"/>
    <w:rsid w:val="00B25F09"/>
    <w:rsid w:val="00B277F2"/>
    <w:rsid w:val="00B712B3"/>
    <w:rsid w:val="00B86A22"/>
    <w:rsid w:val="00B91A0F"/>
    <w:rsid w:val="00BA1109"/>
    <w:rsid w:val="00BA6A02"/>
    <w:rsid w:val="00BB528D"/>
    <w:rsid w:val="00BF0ECC"/>
    <w:rsid w:val="00BF49A7"/>
    <w:rsid w:val="00C76FF2"/>
    <w:rsid w:val="00C848EB"/>
    <w:rsid w:val="00D337CB"/>
    <w:rsid w:val="00D46773"/>
    <w:rsid w:val="00D64544"/>
    <w:rsid w:val="00DA6AB0"/>
    <w:rsid w:val="00DB5989"/>
    <w:rsid w:val="00DC11C4"/>
    <w:rsid w:val="00DC4F91"/>
    <w:rsid w:val="00DD40F6"/>
    <w:rsid w:val="00DD64B3"/>
    <w:rsid w:val="00DF11D1"/>
    <w:rsid w:val="00E0348C"/>
    <w:rsid w:val="00E2064B"/>
    <w:rsid w:val="00E34DD9"/>
    <w:rsid w:val="00E43174"/>
    <w:rsid w:val="00E50A7A"/>
    <w:rsid w:val="00E6224B"/>
    <w:rsid w:val="00E62E01"/>
    <w:rsid w:val="00E72043"/>
    <w:rsid w:val="00E77EB0"/>
    <w:rsid w:val="00E81DC0"/>
    <w:rsid w:val="00ED3028"/>
    <w:rsid w:val="00EF5357"/>
    <w:rsid w:val="00F06795"/>
    <w:rsid w:val="00F10AE1"/>
    <w:rsid w:val="00F1204C"/>
    <w:rsid w:val="00F35F7A"/>
    <w:rsid w:val="00F362E8"/>
    <w:rsid w:val="00F448B8"/>
    <w:rsid w:val="00F81F6A"/>
    <w:rsid w:val="00FB17E2"/>
    <w:rsid w:val="00FC120E"/>
    <w:rsid w:val="00FD1A4C"/>
    <w:rsid w:val="00FF0D47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semiHidden="0" w:uiPriority="79" w:unhideWhenUsed="0"/>
    <w:lsdException w:name="footer" w:semiHidden="0" w:uiPriority="79" w:unhideWhenUsed="0"/>
    <w:lsdException w:name="caption" w:semiHidden="0" w:uiPriority="35" w:unhideWhenUsed="0"/>
    <w:lsdException w:name="List Bullet" w:semiHidden="0" w:uiPriority="11" w:unhideWhenUsed="0" w:qFormat="1"/>
    <w:lsdException w:name="List Number" w:semiHidden="0" w:uiPriority="12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semiHidden="0" w:unhideWhenUsed="0"/>
    <w:lsdException w:name="No Spacing" w:semiHidden="0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semiHidden="0" w:uiPriority="39" w:unhideWhenUsed="0"/>
  </w:latentStyles>
  <w:style w:type="paragraph" w:default="1" w:styleId="Normaali">
    <w:name w:val="Normal"/>
    <w:uiPriority w:val="13"/>
    <w:qFormat/>
    <w:rsid w:val="00397EF1"/>
  </w:style>
  <w:style w:type="paragraph" w:styleId="Otsikko1">
    <w:name w:val="heading 1"/>
    <w:basedOn w:val="Normaali"/>
    <w:next w:val="Leipteksti"/>
    <w:link w:val="Otsikko1Char"/>
    <w:uiPriority w:val="9"/>
    <w:qFormat/>
    <w:rsid w:val="004E7D9A"/>
    <w:pPr>
      <w:keepNext/>
      <w:numPr>
        <w:numId w:val="5"/>
      </w:numPr>
      <w:spacing w:after="22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4E7D9A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4E7D9A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4E7D9A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rsid w:val="004E7D9A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  <w:b/>
    </w:rPr>
  </w:style>
  <w:style w:type="paragraph" w:styleId="Otsikko6">
    <w:name w:val="heading 6"/>
    <w:basedOn w:val="Normaali"/>
    <w:next w:val="Leipteksti"/>
    <w:link w:val="Otsikko6Char"/>
    <w:uiPriority w:val="9"/>
    <w:rsid w:val="004E7D9A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Otsikko7">
    <w:name w:val="heading 7"/>
    <w:basedOn w:val="Normaali"/>
    <w:next w:val="Leipteksti"/>
    <w:link w:val="Otsikko7Char"/>
    <w:uiPriority w:val="9"/>
    <w:rsid w:val="004E7D9A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Otsikko8">
    <w:name w:val="heading 8"/>
    <w:basedOn w:val="Normaali"/>
    <w:next w:val="Leipteksti"/>
    <w:link w:val="Otsikko8Char"/>
    <w:uiPriority w:val="9"/>
    <w:rsid w:val="004E7D9A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Otsikko9">
    <w:name w:val="heading 9"/>
    <w:basedOn w:val="Normaali"/>
    <w:next w:val="Leipteksti"/>
    <w:link w:val="Otsikko9Char"/>
    <w:uiPriority w:val="9"/>
    <w:rsid w:val="009F59FE"/>
    <w:pPr>
      <w:keepNext/>
      <w:spacing w:after="220"/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1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1"/>
    <w:rsid w:val="009F59FE"/>
  </w:style>
  <w:style w:type="paragraph" w:styleId="Eivli">
    <w:name w:val="No Spacing"/>
    <w:uiPriority w:val="2"/>
    <w:qFormat/>
    <w:rsid w:val="006F018F"/>
    <w:pPr>
      <w:ind w:left="2608"/>
      <w:contextualSpacing/>
    </w:pPr>
  </w:style>
  <w:style w:type="character" w:customStyle="1" w:styleId="Otsikko1Char">
    <w:name w:val="Otsikko 1 Char"/>
    <w:basedOn w:val="Kappaleenoletusfontti"/>
    <w:link w:val="Otsikko1"/>
    <w:uiPriority w:val="9"/>
    <w:rsid w:val="004E7D9A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4E7D9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4E7D9A"/>
    <w:rPr>
      <w:rFonts w:asciiTheme="majorHAnsi" w:eastAsiaTheme="majorEastAsia" w:hAnsiTheme="majorHAnsi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4E7D9A"/>
    <w:rPr>
      <w:rFonts w:asciiTheme="majorHAnsi" w:eastAsiaTheme="majorEastAsia" w:hAnsiTheme="majorHAnsi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4E7D9A"/>
    <w:rPr>
      <w:rFonts w:asciiTheme="majorHAnsi" w:eastAsiaTheme="majorEastAsia" w:hAnsiTheme="majorHAnsi" w:cstheme="majorBidi"/>
      <w:b/>
    </w:rPr>
  </w:style>
  <w:style w:type="character" w:customStyle="1" w:styleId="Otsikko6Char">
    <w:name w:val="Otsikko 6 Char"/>
    <w:basedOn w:val="Kappaleenoletusfontti"/>
    <w:link w:val="Otsikko6"/>
    <w:uiPriority w:val="9"/>
    <w:rsid w:val="004E7D9A"/>
    <w:rPr>
      <w:rFonts w:asciiTheme="majorHAnsi" w:eastAsiaTheme="majorEastAsia" w:hAnsiTheme="majorHAnsi" w:cstheme="majorBidi"/>
      <w:b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4E7D9A"/>
    <w:rPr>
      <w:rFonts w:asciiTheme="majorHAnsi" w:eastAsiaTheme="majorEastAsia" w:hAnsiTheme="majorHAnsi" w:cstheme="majorBidi"/>
      <w:b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4E7D9A"/>
    <w:rPr>
      <w:rFonts w:asciiTheme="majorHAnsi" w:eastAsiaTheme="majorEastAsia" w:hAnsiTheme="majorHAnsi" w:cstheme="majorBidi"/>
      <w:b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9F59FE"/>
    <w:rPr>
      <w:rFonts w:asciiTheme="majorHAnsi" w:eastAsiaTheme="majorEastAsia" w:hAnsiTheme="majorHAnsi" w:cstheme="majorBidi"/>
      <w:b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9F59FE"/>
    <w:pPr>
      <w:keepNext/>
      <w:numPr>
        <w:ilvl w:val="1"/>
      </w:numPr>
      <w:spacing w:after="220"/>
    </w:pPr>
    <w:rPr>
      <w:rFonts w:asciiTheme="majorHAnsi" w:eastAsiaTheme="majorEastAsia" w:hAnsiTheme="majorHAnsi" w:cstheme="majorBidi"/>
      <w:b/>
      <w:iCs/>
      <w:spacing w:val="15"/>
      <w:sz w:val="26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12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9F59FE"/>
    <w:pPr>
      <w:keepNext/>
      <w:spacing w:after="220"/>
      <w:contextualSpacing/>
    </w:pPr>
    <w:rPr>
      <w:rFonts w:asciiTheme="majorHAnsi" w:eastAsiaTheme="majorEastAsia" w:hAnsiTheme="majorHAnsi" w:cstheme="majorHAnsi"/>
      <w:b/>
      <w:sz w:val="30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9F59FE"/>
    <w:rPr>
      <w:rFonts w:asciiTheme="majorHAnsi" w:eastAsiaTheme="majorEastAsia" w:hAnsiTheme="majorHAnsi" w:cstheme="majorHAnsi"/>
      <w:b/>
      <w:sz w:val="30"/>
      <w:szCs w:val="52"/>
    </w:rPr>
  </w:style>
  <w:style w:type="paragraph" w:styleId="Yltunniste">
    <w:name w:val="header"/>
    <w:basedOn w:val="Normaali"/>
    <w:link w:val="YltunnisteChar"/>
    <w:uiPriority w:val="79"/>
    <w:rsid w:val="00A04227"/>
    <w:rPr>
      <w:noProof/>
      <w:color w:val="000000" w:themeColor="text1"/>
      <w:sz w:val="18"/>
    </w:rPr>
  </w:style>
  <w:style w:type="character" w:customStyle="1" w:styleId="YltunnisteChar">
    <w:name w:val="Ylätunniste Char"/>
    <w:basedOn w:val="Kappaleenoletusfontti"/>
    <w:link w:val="Yltunniste"/>
    <w:uiPriority w:val="79"/>
    <w:rsid w:val="00A04227"/>
    <w:rPr>
      <w:noProof/>
      <w:color w:val="000000" w:themeColor="text1"/>
      <w:sz w:val="18"/>
    </w:rPr>
  </w:style>
  <w:style w:type="paragraph" w:styleId="Alatunniste">
    <w:name w:val="footer"/>
    <w:basedOn w:val="Normaali"/>
    <w:link w:val="AlatunnisteChar"/>
    <w:uiPriority w:val="79"/>
    <w:rsid w:val="00A04227"/>
    <w:rPr>
      <w:noProof/>
      <w:color w:val="000000" w:themeColor="text1"/>
      <w:sz w:val="18"/>
    </w:rPr>
  </w:style>
  <w:style w:type="character" w:customStyle="1" w:styleId="AlatunnisteChar">
    <w:name w:val="Alatunniste Char"/>
    <w:basedOn w:val="Kappaleenoletusfontti"/>
    <w:link w:val="Alatunniste"/>
    <w:uiPriority w:val="79"/>
    <w:rsid w:val="00A04227"/>
    <w:rPr>
      <w:noProof/>
      <w:color w:val="000000" w:themeColor="text1"/>
      <w:sz w:val="18"/>
    </w:rPr>
  </w:style>
  <w:style w:type="paragraph" w:styleId="Sisluet3">
    <w:name w:val="toc 3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343" w:hanging="799"/>
    </w:pPr>
  </w:style>
  <w:style w:type="table" w:styleId="TaulukkoRuudukko">
    <w:name w:val="Table Grid"/>
    <w:basedOn w:val="Normaalitaulukko"/>
    <w:uiPriority w:val="59"/>
    <w:rsid w:val="00661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reunaviivaa">
    <w:name w:val="Ei reunaviivaa"/>
    <w:basedOn w:val="Normaalitaulukko"/>
    <w:uiPriority w:val="99"/>
    <w:rsid w:val="008C0D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716B21"/>
    <w:pPr>
      <w:keepLines/>
      <w:ind w:left="2608"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9F59FE"/>
    <w:rPr>
      <w:rFonts w:asciiTheme="majorHAnsi" w:eastAsiaTheme="majorEastAsia" w:hAnsiTheme="majorHAnsi" w:cstheme="majorBidi"/>
      <w:b/>
      <w:iCs/>
      <w:spacing w:val="15"/>
      <w:sz w:val="26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n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6F2036"/>
    <w:pPr>
      <w:tabs>
        <w:tab w:val="right" w:leader="dot" w:pos="9639"/>
      </w:tabs>
      <w:spacing w:before="240" w:after="240"/>
      <w:ind w:left="2965" w:hanging="357"/>
    </w:pPr>
  </w:style>
  <w:style w:type="paragraph" w:styleId="Sisluet2">
    <w:name w:val="toc 2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3543" w:hanging="578"/>
    </w:pPr>
  </w:style>
  <w:style w:type="character" w:styleId="Hyperlinkki">
    <w:name w:val="Hyperlink"/>
    <w:basedOn w:val="Kappaleenoletusfontti"/>
    <w:uiPriority w:val="99"/>
    <w:unhideWhenUsed/>
    <w:rsid w:val="008B59FA"/>
    <w:rPr>
      <w:color w:val="009CDB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565" w:hanging="1021"/>
    </w:p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semiHidden="0" w:uiPriority="79" w:unhideWhenUsed="0"/>
    <w:lsdException w:name="footer" w:semiHidden="0" w:uiPriority="79" w:unhideWhenUsed="0"/>
    <w:lsdException w:name="caption" w:semiHidden="0" w:uiPriority="35" w:unhideWhenUsed="0"/>
    <w:lsdException w:name="List Bullet" w:semiHidden="0" w:uiPriority="11" w:unhideWhenUsed="0" w:qFormat="1"/>
    <w:lsdException w:name="List Number" w:semiHidden="0" w:uiPriority="12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semiHidden="0" w:unhideWhenUsed="0"/>
    <w:lsdException w:name="No Spacing" w:semiHidden="0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semiHidden="0" w:uiPriority="39" w:unhideWhenUsed="0"/>
  </w:latentStyles>
  <w:style w:type="paragraph" w:default="1" w:styleId="Normaali">
    <w:name w:val="Normal"/>
    <w:uiPriority w:val="13"/>
    <w:qFormat/>
    <w:rsid w:val="00397EF1"/>
  </w:style>
  <w:style w:type="paragraph" w:styleId="Otsikko1">
    <w:name w:val="heading 1"/>
    <w:basedOn w:val="Normaali"/>
    <w:next w:val="Leipteksti"/>
    <w:link w:val="Otsikko1Char"/>
    <w:uiPriority w:val="9"/>
    <w:qFormat/>
    <w:rsid w:val="004E7D9A"/>
    <w:pPr>
      <w:keepNext/>
      <w:numPr>
        <w:numId w:val="5"/>
      </w:numPr>
      <w:spacing w:after="220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4E7D9A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4E7D9A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4E7D9A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rsid w:val="004E7D9A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  <w:b/>
    </w:rPr>
  </w:style>
  <w:style w:type="paragraph" w:styleId="Otsikko6">
    <w:name w:val="heading 6"/>
    <w:basedOn w:val="Normaali"/>
    <w:next w:val="Leipteksti"/>
    <w:link w:val="Otsikko6Char"/>
    <w:uiPriority w:val="9"/>
    <w:rsid w:val="004E7D9A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Otsikko7">
    <w:name w:val="heading 7"/>
    <w:basedOn w:val="Normaali"/>
    <w:next w:val="Leipteksti"/>
    <w:link w:val="Otsikko7Char"/>
    <w:uiPriority w:val="9"/>
    <w:rsid w:val="004E7D9A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Otsikko8">
    <w:name w:val="heading 8"/>
    <w:basedOn w:val="Normaali"/>
    <w:next w:val="Leipteksti"/>
    <w:link w:val="Otsikko8Char"/>
    <w:uiPriority w:val="9"/>
    <w:rsid w:val="004E7D9A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Otsikko9">
    <w:name w:val="heading 9"/>
    <w:basedOn w:val="Normaali"/>
    <w:next w:val="Leipteksti"/>
    <w:link w:val="Otsikko9Char"/>
    <w:uiPriority w:val="9"/>
    <w:rsid w:val="009F59FE"/>
    <w:pPr>
      <w:keepNext/>
      <w:spacing w:after="220"/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1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1"/>
    <w:rsid w:val="009F59FE"/>
  </w:style>
  <w:style w:type="paragraph" w:styleId="Eivli">
    <w:name w:val="No Spacing"/>
    <w:uiPriority w:val="2"/>
    <w:qFormat/>
    <w:rsid w:val="006F018F"/>
    <w:pPr>
      <w:ind w:left="2608"/>
      <w:contextualSpacing/>
    </w:pPr>
  </w:style>
  <w:style w:type="character" w:customStyle="1" w:styleId="Otsikko1Char">
    <w:name w:val="Otsikko 1 Char"/>
    <w:basedOn w:val="Kappaleenoletusfontti"/>
    <w:link w:val="Otsikko1"/>
    <w:uiPriority w:val="9"/>
    <w:rsid w:val="004E7D9A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4E7D9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4E7D9A"/>
    <w:rPr>
      <w:rFonts w:asciiTheme="majorHAnsi" w:eastAsiaTheme="majorEastAsia" w:hAnsiTheme="majorHAnsi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4E7D9A"/>
    <w:rPr>
      <w:rFonts w:asciiTheme="majorHAnsi" w:eastAsiaTheme="majorEastAsia" w:hAnsiTheme="majorHAnsi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4E7D9A"/>
    <w:rPr>
      <w:rFonts w:asciiTheme="majorHAnsi" w:eastAsiaTheme="majorEastAsia" w:hAnsiTheme="majorHAnsi" w:cstheme="majorBidi"/>
      <w:b/>
    </w:rPr>
  </w:style>
  <w:style w:type="character" w:customStyle="1" w:styleId="Otsikko6Char">
    <w:name w:val="Otsikko 6 Char"/>
    <w:basedOn w:val="Kappaleenoletusfontti"/>
    <w:link w:val="Otsikko6"/>
    <w:uiPriority w:val="9"/>
    <w:rsid w:val="004E7D9A"/>
    <w:rPr>
      <w:rFonts w:asciiTheme="majorHAnsi" w:eastAsiaTheme="majorEastAsia" w:hAnsiTheme="majorHAnsi" w:cstheme="majorBidi"/>
      <w:b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4E7D9A"/>
    <w:rPr>
      <w:rFonts w:asciiTheme="majorHAnsi" w:eastAsiaTheme="majorEastAsia" w:hAnsiTheme="majorHAnsi" w:cstheme="majorBidi"/>
      <w:b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4E7D9A"/>
    <w:rPr>
      <w:rFonts w:asciiTheme="majorHAnsi" w:eastAsiaTheme="majorEastAsia" w:hAnsiTheme="majorHAnsi" w:cstheme="majorBidi"/>
      <w:b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9F59FE"/>
    <w:rPr>
      <w:rFonts w:asciiTheme="majorHAnsi" w:eastAsiaTheme="majorEastAsia" w:hAnsiTheme="majorHAnsi" w:cstheme="majorBidi"/>
      <w:b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9F59FE"/>
    <w:pPr>
      <w:keepNext/>
      <w:numPr>
        <w:ilvl w:val="1"/>
      </w:numPr>
      <w:spacing w:after="220"/>
    </w:pPr>
    <w:rPr>
      <w:rFonts w:asciiTheme="majorHAnsi" w:eastAsiaTheme="majorEastAsia" w:hAnsiTheme="majorHAnsi" w:cstheme="majorBidi"/>
      <w:b/>
      <w:iCs/>
      <w:spacing w:val="15"/>
      <w:sz w:val="26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12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9F59FE"/>
    <w:pPr>
      <w:keepNext/>
      <w:spacing w:after="220"/>
      <w:contextualSpacing/>
    </w:pPr>
    <w:rPr>
      <w:rFonts w:asciiTheme="majorHAnsi" w:eastAsiaTheme="majorEastAsia" w:hAnsiTheme="majorHAnsi" w:cstheme="majorHAnsi"/>
      <w:b/>
      <w:sz w:val="30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9F59FE"/>
    <w:rPr>
      <w:rFonts w:asciiTheme="majorHAnsi" w:eastAsiaTheme="majorEastAsia" w:hAnsiTheme="majorHAnsi" w:cstheme="majorHAnsi"/>
      <w:b/>
      <w:sz w:val="30"/>
      <w:szCs w:val="52"/>
    </w:rPr>
  </w:style>
  <w:style w:type="paragraph" w:styleId="Yltunniste">
    <w:name w:val="header"/>
    <w:basedOn w:val="Normaali"/>
    <w:link w:val="YltunnisteChar"/>
    <w:uiPriority w:val="79"/>
    <w:rsid w:val="00A04227"/>
    <w:rPr>
      <w:noProof/>
      <w:color w:val="000000" w:themeColor="text1"/>
      <w:sz w:val="18"/>
    </w:rPr>
  </w:style>
  <w:style w:type="character" w:customStyle="1" w:styleId="YltunnisteChar">
    <w:name w:val="Ylätunniste Char"/>
    <w:basedOn w:val="Kappaleenoletusfontti"/>
    <w:link w:val="Yltunniste"/>
    <w:uiPriority w:val="79"/>
    <w:rsid w:val="00A04227"/>
    <w:rPr>
      <w:noProof/>
      <w:color w:val="000000" w:themeColor="text1"/>
      <w:sz w:val="18"/>
    </w:rPr>
  </w:style>
  <w:style w:type="paragraph" w:styleId="Alatunniste">
    <w:name w:val="footer"/>
    <w:basedOn w:val="Normaali"/>
    <w:link w:val="AlatunnisteChar"/>
    <w:uiPriority w:val="79"/>
    <w:rsid w:val="00A04227"/>
    <w:rPr>
      <w:noProof/>
      <w:color w:val="000000" w:themeColor="text1"/>
      <w:sz w:val="18"/>
    </w:rPr>
  </w:style>
  <w:style w:type="character" w:customStyle="1" w:styleId="AlatunnisteChar">
    <w:name w:val="Alatunniste Char"/>
    <w:basedOn w:val="Kappaleenoletusfontti"/>
    <w:link w:val="Alatunniste"/>
    <w:uiPriority w:val="79"/>
    <w:rsid w:val="00A04227"/>
    <w:rPr>
      <w:noProof/>
      <w:color w:val="000000" w:themeColor="text1"/>
      <w:sz w:val="18"/>
    </w:rPr>
  </w:style>
  <w:style w:type="paragraph" w:styleId="Sisluet3">
    <w:name w:val="toc 3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343" w:hanging="799"/>
    </w:pPr>
  </w:style>
  <w:style w:type="table" w:styleId="TaulukkoRuudukko">
    <w:name w:val="Table Grid"/>
    <w:basedOn w:val="Normaalitaulukko"/>
    <w:uiPriority w:val="59"/>
    <w:rsid w:val="00661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reunaviivaa">
    <w:name w:val="Ei reunaviivaa"/>
    <w:basedOn w:val="Normaalitaulukko"/>
    <w:uiPriority w:val="99"/>
    <w:rsid w:val="008C0D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716B21"/>
    <w:pPr>
      <w:keepLines/>
      <w:ind w:left="2608"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9F59FE"/>
    <w:rPr>
      <w:rFonts w:asciiTheme="majorHAnsi" w:eastAsiaTheme="majorEastAsia" w:hAnsiTheme="majorHAnsi" w:cstheme="majorBidi"/>
      <w:b/>
      <w:iCs/>
      <w:spacing w:val="15"/>
      <w:sz w:val="26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n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6F2036"/>
    <w:pPr>
      <w:tabs>
        <w:tab w:val="right" w:leader="dot" w:pos="9639"/>
      </w:tabs>
      <w:spacing w:before="240" w:after="240"/>
      <w:ind w:left="2965" w:hanging="357"/>
    </w:pPr>
  </w:style>
  <w:style w:type="paragraph" w:styleId="Sisluet2">
    <w:name w:val="toc 2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3543" w:hanging="578"/>
    </w:pPr>
  </w:style>
  <w:style w:type="character" w:styleId="Hyperlinkki">
    <w:name w:val="Hyperlink"/>
    <w:basedOn w:val="Kappaleenoletusfontti"/>
    <w:uiPriority w:val="99"/>
    <w:unhideWhenUsed/>
    <w:rsid w:val="008B59FA"/>
    <w:rPr>
      <w:color w:val="009CDB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565" w:hanging="1021"/>
    </w:p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40zdi\AppData\Roaming\Microsoft\Templates\Kela\Kir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489B1E3963A4E779EF6E7058C9E317D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0D417260-FAAD-4E8F-8607-D3493BC77B32}"/>
      </w:docPartPr>
      <w:docPartBody>
        <w:p w:rsidR="00EB7C56" w:rsidRDefault="00EB7C56">
          <w:pPr>
            <w:pStyle w:val="E489B1E3963A4E779EF6E7058C9E317D"/>
          </w:pPr>
          <w:r>
            <w:rPr>
              <w:rStyle w:val="Paikkamerkkiteksti"/>
            </w:rPr>
            <w:t>[Osoite]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56"/>
    <w:rsid w:val="00EB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Pr>
      <w:color w:val="auto"/>
    </w:rPr>
  </w:style>
  <w:style w:type="paragraph" w:customStyle="1" w:styleId="8CB6D05B2825456A9662E46CB3015CA4">
    <w:name w:val="8CB6D05B2825456A9662E46CB3015CA4"/>
  </w:style>
  <w:style w:type="paragraph" w:customStyle="1" w:styleId="36D8E6FC12DF4A248FC77EA2634BE710">
    <w:name w:val="36D8E6FC12DF4A248FC77EA2634BE710"/>
  </w:style>
  <w:style w:type="paragraph" w:customStyle="1" w:styleId="E489B1E3963A4E779EF6E7058C9E317D">
    <w:name w:val="E489B1E3963A4E779EF6E7058C9E317D"/>
  </w:style>
  <w:style w:type="paragraph" w:customStyle="1" w:styleId="96B0F9904C644073BCD2AD410FDCB360">
    <w:name w:val="96B0F9904C644073BCD2AD410FDCB360"/>
  </w:style>
  <w:style w:type="paragraph" w:customStyle="1" w:styleId="72F65131377245CD925A2E7DCB5BE6AA">
    <w:name w:val="72F65131377245CD925A2E7DCB5BE6AA"/>
  </w:style>
  <w:style w:type="paragraph" w:customStyle="1" w:styleId="C8269EDDC2A94DBCAA931AAB184AAA8C">
    <w:name w:val="C8269EDDC2A94DBCAA931AAB184AAA8C"/>
  </w:style>
  <w:style w:type="paragraph" w:customStyle="1" w:styleId="5463947663D04FF6AF41A1FDAE6319BD">
    <w:name w:val="5463947663D04FF6AF41A1FDAE6319BD"/>
  </w:style>
  <w:style w:type="paragraph" w:styleId="Leipteksti">
    <w:name w:val="Body Text"/>
    <w:basedOn w:val="Normaali"/>
    <w:link w:val="LeiptekstiChar"/>
    <w:uiPriority w:val="1"/>
    <w:qFormat/>
    <w:pPr>
      <w:spacing w:after="220" w:line="240" w:lineRule="auto"/>
      <w:ind w:left="2608"/>
    </w:pPr>
    <w:rPr>
      <w:rFonts w:eastAsiaTheme="minorHAnsi" w:cstheme="minorHAnsi"/>
      <w:lang w:eastAsia="en-US"/>
    </w:rPr>
  </w:style>
  <w:style w:type="character" w:customStyle="1" w:styleId="LeiptekstiChar">
    <w:name w:val="Leipäteksti Char"/>
    <w:basedOn w:val="Kappaleenoletusfontti"/>
    <w:link w:val="Leipteksti"/>
    <w:uiPriority w:val="1"/>
    <w:rPr>
      <w:rFonts w:eastAsiaTheme="minorHAnsi" w:cstheme="minorHAnsi"/>
      <w:lang w:eastAsia="en-US"/>
    </w:rPr>
  </w:style>
  <w:style w:type="paragraph" w:customStyle="1" w:styleId="25323866343E43F58891FB446E3373B8">
    <w:name w:val="25323866343E43F58891FB446E3373B8"/>
  </w:style>
  <w:style w:type="paragraph" w:customStyle="1" w:styleId="4D162341D83A40A98562581574EEAB3A">
    <w:name w:val="4D162341D83A40A98562581574EEAB3A"/>
  </w:style>
  <w:style w:type="paragraph" w:customStyle="1" w:styleId="E06EC4F83B84417C8DE253969882700D">
    <w:name w:val="E06EC4F83B84417C8DE253969882700D"/>
  </w:style>
  <w:style w:type="paragraph" w:customStyle="1" w:styleId="C0300FBA53E3466C88B79A4310A05F09">
    <w:name w:val="C0300FBA53E3466C88B79A4310A05F09"/>
  </w:style>
  <w:style w:type="paragraph" w:customStyle="1" w:styleId="46D5F0415A424597BCA61DE55ADD559C">
    <w:name w:val="46D5F0415A424597BCA61DE55ADD559C"/>
  </w:style>
  <w:style w:type="paragraph" w:customStyle="1" w:styleId="B4BAAD78D58942F9B8A1D197F5791B18">
    <w:name w:val="B4BAAD78D58942F9B8A1D197F5791B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Pr>
      <w:color w:val="auto"/>
    </w:rPr>
  </w:style>
  <w:style w:type="paragraph" w:customStyle="1" w:styleId="8CB6D05B2825456A9662E46CB3015CA4">
    <w:name w:val="8CB6D05B2825456A9662E46CB3015CA4"/>
  </w:style>
  <w:style w:type="paragraph" w:customStyle="1" w:styleId="36D8E6FC12DF4A248FC77EA2634BE710">
    <w:name w:val="36D8E6FC12DF4A248FC77EA2634BE710"/>
  </w:style>
  <w:style w:type="paragraph" w:customStyle="1" w:styleId="E489B1E3963A4E779EF6E7058C9E317D">
    <w:name w:val="E489B1E3963A4E779EF6E7058C9E317D"/>
  </w:style>
  <w:style w:type="paragraph" w:customStyle="1" w:styleId="96B0F9904C644073BCD2AD410FDCB360">
    <w:name w:val="96B0F9904C644073BCD2AD410FDCB360"/>
  </w:style>
  <w:style w:type="paragraph" w:customStyle="1" w:styleId="72F65131377245CD925A2E7DCB5BE6AA">
    <w:name w:val="72F65131377245CD925A2E7DCB5BE6AA"/>
  </w:style>
  <w:style w:type="paragraph" w:customStyle="1" w:styleId="C8269EDDC2A94DBCAA931AAB184AAA8C">
    <w:name w:val="C8269EDDC2A94DBCAA931AAB184AAA8C"/>
  </w:style>
  <w:style w:type="paragraph" w:customStyle="1" w:styleId="5463947663D04FF6AF41A1FDAE6319BD">
    <w:name w:val="5463947663D04FF6AF41A1FDAE6319BD"/>
  </w:style>
  <w:style w:type="paragraph" w:styleId="Leipteksti">
    <w:name w:val="Body Text"/>
    <w:basedOn w:val="Normaali"/>
    <w:link w:val="LeiptekstiChar"/>
    <w:uiPriority w:val="1"/>
    <w:qFormat/>
    <w:pPr>
      <w:spacing w:after="220" w:line="240" w:lineRule="auto"/>
      <w:ind w:left="2608"/>
    </w:pPr>
    <w:rPr>
      <w:rFonts w:eastAsiaTheme="minorHAnsi" w:cstheme="minorHAnsi"/>
      <w:lang w:eastAsia="en-US"/>
    </w:rPr>
  </w:style>
  <w:style w:type="character" w:customStyle="1" w:styleId="LeiptekstiChar">
    <w:name w:val="Leipäteksti Char"/>
    <w:basedOn w:val="Kappaleenoletusfontti"/>
    <w:link w:val="Leipteksti"/>
    <w:uiPriority w:val="1"/>
    <w:rPr>
      <w:rFonts w:eastAsiaTheme="minorHAnsi" w:cstheme="minorHAnsi"/>
      <w:lang w:eastAsia="en-US"/>
    </w:rPr>
  </w:style>
  <w:style w:type="paragraph" w:customStyle="1" w:styleId="25323866343E43F58891FB446E3373B8">
    <w:name w:val="25323866343E43F58891FB446E3373B8"/>
  </w:style>
  <w:style w:type="paragraph" w:customStyle="1" w:styleId="4D162341D83A40A98562581574EEAB3A">
    <w:name w:val="4D162341D83A40A98562581574EEAB3A"/>
  </w:style>
  <w:style w:type="paragraph" w:customStyle="1" w:styleId="E06EC4F83B84417C8DE253969882700D">
    <w:name w:val="E06EC4F83B84417C8DE253969882700D"/>
  </w:style>
  <w:style w:type="paragraph" w:customStyle="1" w:styleId="C0300FBA53E3466C88B79A4310A05F09">
    <w:name w:val="C0300FBA53E3466C88B79A4310A05F09"/>
  </w:style>
  <w:style w:type="paragraph" w:customStyle="1" w:styleId="46D5F0415A424597BCA61DE55ADD559C">
    <w:name w:val="46D5F0415A424597BCA61DE55ADD559C"/>
  </w:style>
  <w:style w:type="paragraph" w:customStyle="1" w:styleId="B4BAAD78D58942F9B8A1D197F5791B18">
    <w:name w:val="B4BAAD78D58942F9B8A1D197F5791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ela">
  <a:themeElements>
    <a:clrScheme name="Kela">
      <a:dk1>
        <a:srgbClr val="000000"/>
      </a:dk1>
      <a:lt1>
        <a:sysClr val="window" lastClr="FFFFFF"/>
      </a:lt1>
      <a:dk2>
        <a:srgbClr val="003580"/>
      </a:dk2>
      <a:lt2>
        <a:srgbClr val="EBEBEB"/>
      </a:lt2>
      <a:accent1>
        <a:srgbClr val="003580"/>
      </a:accent1>
      <a:accent2>
        <a:srgbClr val="009CDB"/>
      </a:accent2>
      <a:accent3>
        <a:srgbClr val="006C3F"/>
      </a:accent3>
      <a:accent4>
        <a:srgbClr val="C0D730"/>
      </a:accent4>
      <a:accent5>
        <a:srgbClr val="0EB24C"/>
      </a:accent5>
      <a:accent6>
        <a:srgbClr val="FDB916"/>
      </a:accent6>
      <a:hlink>
        <a:srgbClr val="009CDB"/>
      </a:hlink>
      <a:folHlink>
        <a:srgbClr val="003580"/>
      </a:folHlink>
    </a:clrScheme>
    <a:fontScheme name="Kel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8575"/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custClrLst>
    <a:custClr name="RED">
      <a:srgbClr val="9E0426"/>
    </a:custClr>
    <a:custClr name="Blue">
      <a:srgbClr val="006F84"/>
    </a:custClr>
    <a:custClr name="Lila">
      <a:srgbClr val="662584"/>
    </a:custClr>
    <a:custClr name="Orange">
      <a:srgbClr val="F15B23"/>
    </a:custClr>
    <a:custClr name="Pink">
      <a:srgbClr val="EE145B"/>
    </a:custClr>
    <a:custClr name="Light Blue">
      <a:srgbClr val="6DCFF6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2013-05-24T00:00:00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619E59-D420-4AA7-902A-339F4D35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Kirje.dotx</Template>
  <TotalTime>17</TotalTime>
  <Pages>3</Pages>
  <Words>500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Kela</Company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Ohje</dc:subject>
  <dc:creator>Kauppila Timo</dc:creator>
  <cp:lastModifiedBy>Timo Kauppila</cp:lastModifiedBy>
  <cp:revision>4</cp:revision>
  <cp:lastPrinted>2013-11-15T12:35:00Z</cp:lastPrinted>
  <dcterms:created xsi:type="dcterms:W3CDTF">2014-01-07T06:36:00Z</dcterms:created>
  <dcterms:modified xsi:type="dcterms:W3CDTF">2014-01-20T11:24:00Z</dcterms:modified>
</cp:coreProperties>
</file>